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C380" w14:textId="77777777" w:rsidR="006E2477" w:rsidRPr="00EC4BE4" w:rsidRDefault="006E2477" w:rsidP="00DC55D2">
      <w:pPr>
        <w:pStyle w:val="Heading1"/>
        <w:spacing w:after="120"/>
      </w:pPr>
      <w:r>
        <w:t xml:space="preserve">BikeReady Akoranga 6 </w:t>
      </w:r>
    </w:p>
    <w:p w14:paraId="06AAD8E6" w14:textId="77777777" w:rsidR="006E2477" w:rsidRPr="00EC4BE4" w:rsidRDefault="006E2477" w:rsidP="00DC55D2">
      <w:pPr>
        <w:spacing w:after="120"/>
        <w:rPr>
          <w:b/>
          <w:iCs/>
        </w:rPr>
      </w:pPr>
    </w:p>
    <w:p w14:paraId="634FA966" w14:textId="77777777" w:rsidR="006E2477" w:rsidRPr="008D1A79" w:rsidRDefault="006E2477" w:rsidP="00DC55D2">
      <w:pPr>
        <w:spacing w:after="120"/>
        <w:rPr>
          <w:bCs/>
          <w:iCs/>
        </w:rPr>
      </w:pPr>
      <w:r>
        <w:t>Te whakaatu pūkenga mō te tū ohorere</w:t>
      </w:r>
    </w:p>
    <w:p w14:paraId="02229097" w14:textId="77777777" w:rsidR="006E2477" w:rsidRDefault="006E2477" w:rsidP="00DC55D2">
      <w:pPr>
        <w:spacing w:after="120"/>
        <w:rPr>
          <w:b/>
          <w:iCs/>
        </w:rPr>
      </w:pPr>
    </w:p>
    <w:p w14:paraId="03119EDE" w14:textId="77777777" w:rsidR="006E2477" w:rsidRDefault="006E2477" w:rsidP="00DC55D2">
      <w:pPr>
        <w:pStyle w:val="Heading2"/>
        <w:spacing w:after="120"/>
      </w:pPr>
      <w:r>
        <w:t>Te whakamahere mō te Akoranga 6</w:t>
      </w:r>
    </w:p>
    <w:p w14:paraId="0977557B" w14:textId="77777777" w:rsidR="00DC55D2" w:rsidRDefault="00DC55D2" w:rsidP="00DC55D2"/>
    <w:p w14:paraId="56084BFE" w14:textId="75A9ADA4" w:rsidR="006E2477" w:rsidRPr="008D1A79" w:rsidRDefault="006E2477" w:rsidP="00DC55D2">
      <w:pPr>
        <w:pStyle w:val="Heading3"/>
        <w:spacing w:after="120"/>
      </w:pPr>
      <w:r>
        <w:t xml:space="preserve">Arotahi ki ngā pūkenga </w:t>
      </w:r>
    </w:p>
    <w:p w14:paraId="17583998" w14:textId="77777777" w:rsidR="006E2477" w:rsidRPr="00DC55D2" w:rsidRDefault="006E2477" w:rsidP="00DC55D2">
      <w:pPr>
        <w:spacing w:after="120"/>
        <w:rPr>
          <w:bCs/>
          <w:iCs/>
        </w:rPr>
      </w:pPr>
      <w:r>
        <w:t>Te tū ohorere</w:t>
      </w:r>
    </w:p>
    <w:p w14:paraId="2EA644C0" w14:textId="77777777" w:rsidR="006E2477" w:rsidRPr="00DC55D2" w:rsidRDefault="006E2477" w:rsidP="00DC55D2">
      <w:pPr>
        <w:pStyle w:val="ListParagraph"/>
        <w:numPr>
          <w:ilvl w:val="0"/>
          <w:numId w:val="20"/>
        </w:numPr>
        <w:spacing w:after="120"/>
        <w:rPr>
          <w:bCs/>
          <w:iCs/>
        </w:rPr>
      </w:pPr>
      <w:r>
        <w:t xml:space="preserve">Te mātaki he pēhea te mahi a ia pereki </w:t>
      </w:r>
    </w:p>
    <w:p w14:paraId="3BA84CFF" w14:textId="77777777" w:rsidR="006E2477" w:rsidRPr="00DC55D2" w:rsidRDefault="006E2477" w:rsidP="00DC55D2">
      <w:pPr>
        <w:pStyle w:val="ListParagraph"/>
        <w:numPr>
          <w:ilvl w:val="0"/>
          <w:numId w:val="20"/>
        </w:numPr>
        <w:spacing w:after="120"/>
        <w:rPr>
          <w:bCs/>
          <w:iCs/>
        </w:rPr>
      </w:pPr>
      <w:r>
        <w:t>Mā te papupapu pereki ka taea te mania te whakatika (tuku ka pēhi anō)</w:t>
      </w:r>
    </w:p>
    <w:p w14:paraId="429EA4E8" w14:textId="77777777" w:rsidR="006E2477" w:rsidRPr="00DC55D2" w:rsidRDefault="006E2477" w:rsidP="00DC55D2">
      <w:pPr>
        <w:pStyle w:val="ListParagraph"/>
        <w:numPr>
          <w:ilvl w:val="0"/>
          <w:numId w:val="20"/>
        </w:numPr>
        <w:spacing w:after="120"/>
        <w:rPr>
          <w:bCs/>
          <w:iCs/>
        </w:rPr>
      </w:pPr>
      <w:r>
        <w:t xml:space="preserve">Ka roa atu te tawhiti o te tū i te mākū. </w:t>
      </w:r>
    </w:p>
    <w:p w14:paraId="5B29430D" w14:textId="77777777" w:rsidR="006E2477" w:rsidRDefault="006E2477" w:rsidP="00DC55D2">
      <w:pPr>
        <w:spacing w:after="120"/>
        <w:rPr>
          <w:b/>
          <w:iCs/>
        </w:rPr>
      </w:pPr>
    </w:p>
    <w:p w14:paraId="58FE43B4" w14:textId="77777777" w:rsidR="006E2477" w:rsidRPr="00EC4BE4" w:rsidRDefault="006E2477" w:rsidP="00DC55D2">
      <w:pPr>
        <w:pStyle w:val="Heading3"/>
        <w:spacing w:after="120"/>
      </w:pPr>
      <w:r>
        <w:t xml:space="preserve">Te huritao mō te wāhanga whakangungu pūkenga </w:t>
      </w:r>
    </w:p>
    <w:p w14:paraId="2D784581" w14:textId="77777777" w:rsidR="006E2477" w:rsidRPr="00EC4BE4" w:rsidRDefault="006E2477" w:rsidP="00DC55D2">
      <w:pPr>
        <w:spacing w:after="120"/>
        <w:rPr>
          <w:b/>
        </w:rPr>
      </w:pPr>
    </w:p>
    <w:p w14:paraId="7A0F3C07" w14:textId="77777777" w:rsidR="006E2477" w:rsidRPr="008D1A79" w:rsidRDefault="006E2477" w:rsidP="00DC55D2">
      <w:pPr>
        <w:spacing w:after="120"/>
        <w:rPr>
          <w:b/>
          <w:iCs/>
        </w:rPr>
      </w:pPr>
      <w:r>
        <w:rPr>
          <w:b/>
        </w:rPr>
        <w:t>Kōrerohia ngā akoranga hou me te kaiako akomanga</w:t>
      </w:r>
    </w:p>
    <w:p w14:paraId="357ED467" w14:textId="77777777" w:rsidR="006E2477" w:rsidRPr="00EC4BE4" w:rsidRDefault="006E2477" w:rsidP="00DC55D2">
      <w:pPr>
        <w:spacing w:after="120"/>
      </w:pPr>
      <w:r>
        <w:rPr>
          <w:b/>
        </w:rPr>
        <w:t xml:space="preserve">Tautohua </w:t>
      </w:r>
      <w:r w:rsidRPr="00EC4BE4">
        <w:t xml:space="preserve">ngā wheako i ngahau ki ngā ākonga ina whakauru ana ki ngā whakangungu pūkenga pahikara mō te tū ohorere.  Tāhopukia ō kitenga ki tētahi Ngaku SOLO. </w:t>
      </w:r>
    </w:p>
    <w:p w14:paraId="5DA730A2" w14:textId="77777777" w:rsidR="006E2477" w:rsidRPr="00EC4BE4" w:rsidRDefault="006E2477" w:rsidP="00DC55D2">
      <w:pPr>
        <w:spacing w:after="120"/>
      </w:pPr>
      <w:r>
        <w:rPr>
          <w:b/>
        </w:rPr>
        <w:t>Tātuhia</w:t>
      </w:r>
      <w:r w:rsidRPr="00EC4BE4">
        <w:t xml:space="preserve"> ngā pikitia (hopu whakaahua, ataata rānei) e ai ki ngā āki e whai ake.</w:t>
      </w:r>
    </w:p>
    <w:p w14:paraId="7201A00C" w14:textId="77777777" w:rsidR="006E2477" w:rsidRPr="00EC4BE4" w:rsidRDefault="006E2477" w:rsidP="00DC55D2">
      <w:pPr>
        <w:spacing w:after="120"/>
      </w:pPr>
      <w:r w:rsidRPr="00EC4BE4">
        <w:rPr>
          <w:noProof/>
        </w:rPr>
        <w:drawing>
          <wp:inline distT="0" distB="0" distL="0" distR="0" wp14:anchorId="18C16B02" wp14:editId="4F32E9EB">
            <wp:extent cx="1790700" cy="676275"/>
            <wp:effectExtent l="0" t="0" r="0" b="0"/>
            <wp:docPr id="1" name="Picture 21" descr="HookED DescribePP Stickers 3colour_strip_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ookED DescribePP Stickers 3colour_strip_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5ED76" w14:textId="77777777" w:rsidR="006E2477" w:rsidRPr="008D1A79" w:rsidRDefault="006E2477" w:rsidP="00DC55D2">
      <w:pPr>
        <w:pStyle w:val="ListParagraph"/>
        <w:numPr>
          <w:ilvl w:val="0"/>
          <w:numId w:val="22"/>
        </w:numPr>
        <w:spacing w:after="120"/>
      </w:pPr>
      <w:r>
        <w:t>He aha ngā mea i pārekareka ki a koe i a koe i whakauru ki te akoranga pūkenga pahikara? [Hangangamaha SOLO – tapawhā roa]</w:t>
      </w:r>
    </w:p>
    <w:p w14:paraId="3853A082" w14:textId="77777777" w:rsidR="006E2477" w:rsidRPr="008D1A79" w:rsidRDefault="006E2477" w:rsidP="00DC55D2">
      <w:pPr>
        <w:pStyle w:val="ListParagraph"/>
        <w:numPr>
          <w:ilvl w:val="0"/>
          <w:numId w:val="22"/>
        </w:numPr>
        <w:spacing w:after="120"/>
      </w:pPr>
      <w:r>
        <w:t>He aha i pērā ai ki ōu whakaaro? [Pānga SOLO – mirumiru kōrero]</w:t>
      </w:r>
    </w:p>
    <w:p w14:paraId="7B41707E" w14:textId="77777777" w:rsidR="006E2477" w:rsidRPr="00EC4BE4" w:rsidRDefault="006E2477" w:rsidP="00DC55D2">
      <w:pPr>
        <w:pStyle w:val="ListParagraph"/>
        <w:numPr>
          <w:ilvl w:val="0"/>
          <w:numId w:val="22"/>
        </w:numPr>
        <w:spacing w:after="120"/>
      </w:pPr>
      <w:r>
        <w:t xml:space="preserve">He aha ngā whakaaro ka toko ake ki a koe mō ngā kaieke pahikara, te eke pahikara hoki/rānei? [Waitara SOLO whānui ake] </w:t>
      </w:r>
    </w:p>
    <w:p w14:paraId="558EC8F7" w14:textId="77777777" w:rsidR="006E2477" w:rsidRPr="00EC4BE4" w:rsidRDefault="006E2477" w:rsidP="00DC55D2">
      <w:pPr>
        <w:spacing w:after="120"/>
      </w:pPr>
      <w:r>
        <w:rPr>
          <w:b/>
        </w:rPr>
        <w:t>Tāpirihia ki te rārangi akomanga</w:t>
      </w:r>
      <w:r w:rsidRPr="00EC4BE4">
        <w:t xml:space="preserve"> o ngā wheako ngahau katoa i pā ki ngā ākonga i te wā e whakangungu pūkenga pahikara ana. </w:t>
      </w:r>
    </w:p>
    <w:p w14:paraId="61C0906F" w14:textId="77777777" w:rsidR="006E2477" w:rsidRPr="00EC4BE4" w:rsidRDefault="006E2477" w:rsidP="00DC55D2">
      <w:pPr>
        <w:spacing w:after="120"/>
      </w:pPr>
      <w:r>
        <w:t xml:space="preserve">Tautohua ngā </w:t>
      </w:r>
      <w:r w:rsidRPr="00EC4BE4">
        <w:rPr>
          <w:b/>
        </w:rPr>
        <w:t>kupu me ngā kōrero hou</w:t>
      </w:r>
      <w:r>
        <w:t xml:space="preserve"> i whakaurua ki te wāhanga whakangungu pūkenga pahikara. Tohua ngā kupu me ngā kōrero hou.</w:t>
      </w:r>
    </w:p>
    <w:p w14:paraId="3371D0F6" w14:textId="77777777" w:rsidR="006E2477" w:rsidRPr="00EC4BE4" w:rsidRDefault="006E2477" w:rsidP="00DC55D2">
      <w:pPr>
        <w:spacing w:after="120"/>
      </w:pPr>
      <w:r>
        <w:t>Hei tauira, ngā pereki, tawhiti o te tū, tawhiti, ngā mita, mania, papupapu pereki, ngā tōpana, wakuwaku.</w:t>
      </w:r>
    </w:p>
    <w:p w14:paraId="306A30A7" w14:textId="77777777" w:rsidR="006E2477" w:rsidRPr="00EC4BE4" w:rsidRDefault="006E2477" w:rsidP="00DC55D2">
      <w:pPr>
        <w:spacing w:after="120"/>
      </w:pPr>
      <w:r>
        <w:t>Tāpirihia ngā kupu me te tikanga o te kupu ki te rārangi kupu a te akomanga/rōpū. Tautohua ngā kupu rerekē ka whakamahi ki tētahi Tūtohu Kupu Frayer.</w:t>
      </w:r>
    </w:p>
    <w:p w14:paraId="74D954DA" w14:textId="46864B5E" w:rsidR="00DC55D2" w:rsidRDefault="00DC55D2">
      <w:pPr>
        <w:rPr>
          <w:b/>
          <w:iCs/>
        </w:rPr>
      </w:pPr>
      <w:r>
        <w:rPr>
          <w:b/>
          <w:iCs/>
        </w:rPr>
        <w:br w:type="page"/>
      </w:r>
    </w:p>
    <w:p w14:paraId="50991566" w14:textId="77777777" w:rsidR="006E2477" w:rsidRPr="00EC4BE4" w:rsidRDefault="006E2477" w:rsidP="00DC55D2">
      <w:pPr>
        <w:pStyle w:val="Heading3"/>
        <w:spacing w:after="120"/>
      </w:pPr>
      <w:r>
        <w:lastRenderedPageBreak/>
        <w:t>Ngā whai wāhitanga mō whakawhitiwhiti me te hapori</w:t>
      </w:r>
    </w:p>
    <w:p w14:paraId="1BD6BA9B" w14:textId="77777777" w:rsidR="006E2477" w:rsidRPr="00EC4BE4" w:rsidRDefault="006E2477" w:rsidP="00DC55D2">
      <w:pPr>
        <w:spacing w:after="120"/>
        <w:rPr>
          <w:b/>
        </w:rPr>
      </w:pPr>
    </w:p>
    <w:p w14:paraId="17C189E7" w14:textId="77777777" w:rsidR="006E2477" w:rsidRPr="00EC4BE4" w:rsidRDefault="006E2477" w:rsidP="00DC55D2">
      <w:pPr>
        <w:spacing w:after="120"/>
        <w:rPr>
          <w:b/>
        </w:rPr>
      </w:pPr>
      <w:r>
        <w:rPr>
          <w:i/>
        </w:rPr>
        <w:t xml:space="preserve">Me honohono me ngā tāngata, whakahaere hoki i roto i tō hapori e matatau ana ki te </w:t>
      </w:r>
      <w:r w:rsidRPr="00EC4BE4">
        <w:rPr>
          <w:b/>
          <w:i/>
        </w:rPr>
        <w:t>pereki pai ake.</w:t>
      </w:r>
    </w:p>
    <w:p w14:paraId="76D4223B" w14:textId="77777777" w:rsidR="006E2477" w:rsidRDefault="006E2477" w:rsidP="00DC55D2">
      <w:pPr>
        <w:spacing w:after="120"/>
      </w:pPr>
      <w:r>
        <w:t>Me honohono ki ngā tāngata, whakahaere hoki i roto i tō hapori ka hiahia pea ki te haere atu, te manaaki rānei i ngā ākonga e hiahia ana ki te rapu kōrero atu anō mō te pereki.</w:t>
      </w:r>
    </w:p>
    <w:p w14:paraId="43321DEE" w14:textId="77777777" w:rsidR="006E2477" w:rsidRDefault="006E2477" w:rsidP="00DC55D2">
      <w:pPr>
        <w:spacing w:after="120"/>
      </w:pPr>
      <w:r>
        <w:t>Hei tauira, me whakapā atu ki te hunga me whakapōturi haere, me tū ohorere rānei mō ā rātau mahi, he whakamahi rānei i ngā pereki i roto i ā rātau mahi.</w:t>
      </w:r>
    </w:p>
    <w:p w14:paraId="74B30DE6" w14:textId="77777777" w:rsidR="006E2477" w:rsidRPr="00EC4BE4" w:rsidRDefault="006E2477" w:rsidP="00DC55D2">
      <w:pPr>
        <w:spacing w:after="120"/>
      </w:pPr>
      <w:r>
        <w:t>Kei roto pea i tēnei ko ngā kaipūkaha hoahoa pereki, ngā kaihangarau whakakapi parenga pereki, ngā kaimahi teihana aromatawai waka, ngā kaimahi pokapū aromatawai tukinga, ngā kaipūkaha mata wakuwaku, ngā kaiwhakanao mata mania-kore, ngā kaimahi whare okioki, ngā kaimahi papatio retireti, ngā kairēhi māniania, ngā āpiha pirihimana, ngā kaitūhura tukinga.</w:t>
      </w:r>
    </w:p>
    <w:p w14:paraId="1429139D" w14:textId="77777777" w:rsidR="006E2477" w:rsidRDefault="006E2477" w:rsidP="00DC55D2">
      <w:pPr>
        <w:spacing w:after="120"/>
        <w:rPr>
          <w:b/>
          <w:iCs/>
        </w:rPr>
      </w:pPr>
    </w:p>
    <w:p w14:paraId="06E2269C" w14:textId="77777777" w:rsidR="006E2477" w:rsidRPr="00456BF1" w:rsidRDefault="006E2477" w:rsidP="00DC55D2">
      <w:pPr>
        <w:pStyle w:val="Heading3"/>
        <w:spacing w:after="120"/>
      </w:pPr>
      <w:r>
        <w:t>Te hāngai ki ngā wāhi ako o Te Marautanga o Aotearoa</w:t>
      </w:r>
    </w:p>
    <w:p w14:paraId="2CEFE778" w14:textId="77777777" w:rsidR="006E2477" w:rsidRPr="00456BF1" w:rsidRDefault="006E2477" w:rsidP="00DC55D2">
      <w:pPr>
        <w:spacing w:after="120"/>
        <w:rPr>
          <w:b/>
          <w:iCs/>
        </w:rPr>
      </w:pPr>
    </w:p>
    <w:p w14:paraId="0A8FB44C" w14:textId="77777777" w:rsidR="006E2477" w:rsidRPr="00456BF1" w:rsidRDefault="006E2477" w:rsidP="00DC55D2">
      <w:pPr>
        <w:spacing w:after="120"/>
        <w:rPr>
          <w:bCs/>
          <w:iCs/>
        </w:rPr>
      </w:pPr>
      <w:r>
        <w:t>Tirohia te Tirohanga Whānui o Ngā Wāhi Ako o Te Marautanga o Aotearoa. Tirohia te rauemi mō Ngā Whāinga Paetae me Ngā Koronga Akoranga (T1 ki te 4).</w:t>
      </w:r>
    </w:p>
    <w:p w14:paraId="460488F2" w14:textId="77777777" w:rsidR="006E2477" w:rsidRPr="00456BF1" w:rsidRDefault="006E2477" w:rsidP="00DC55D2">
      <w:pPr>
        <w:spacing w:after="120"/>
        <w:rPr>
          <w:b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1"/>
        <w:gridCol w:w="1493"/>
        <w:gridCol w:w="337"/>
        <w:gridCol w:w="634"/>
        <w:gridCol w:w="9"/>
        <w:gridCol w:w="483"/>
        <w:gridCol w:w="782"/>
        <w:gridCol w:w="12"/>
        <w:gridCol w:w="829"/>
        <w:gridCol w:w="444"/>
        <w:gridCol w:w="58"/>
        <w:gridCol w:w="550"/>
        <w:gridCol w:w="399"/>
        <w:gridCol w:w="1499"/>
      </w:tblGrid>
      <w:tr w:rsidR="006E2477" w:rsidRPr="00456BF1" w14:paraId="5F7E48EC" w14:textId="77777777" w:rsidTr="008C5E2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370694BD" w14:textId="77777777" w:rsidR="006E2477" w:rsidRPr="00456BF1" w:rsidRDefault="006E2477" w:rsidP="00DC55D2">
            <w:pPr>
              <w:spacing w:after="120"/>
              <w:rPr>
                <w:b/>
                <w:i/>
                <w:iCs/>
              </w:rPr>
            </w:pPr>
            <w:r>
              <w:rPr>
                <w:b/>
                <w:i/>
              </w:rPr>
              <w:t>Te reo Pākehā</w:t>
            </w:r>
          </w:p>
        </w:tc>
        <w:tc>
          <w:tcPr>
            <w:tcW w:w="3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F4EC" w14:textId="77777777" w:rsidR="006E2477" w:rsidRPr="00456BF1" w:rsidRDefault="006E2477" w:rsidP="00DC55D2">
            <w:pPr>
              <w:spacing w:after="120"/>
              <w:rPr>
                <w:b/>
                <w:i/>
                <w:iCs/>
              </w:rPr>
            </w:pPr>
            <w:r>
              <w:rPr>
                <w:b/>
                <w:i/>
              </w:rPr>
              <w:t>Te Whakarongo, Pānui me te Tirotiro</w:t>
            </w:r>
          </w:p>
        </w:tc>
        <w:tc>
          <w:tcPr>
            <w:tcW w:w="3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88B" w14:textId="77777777" w:rsidR="006E2477" w:rsidRPr="00456BF1" w:rsidRDefault="006E2477" w:rsidP="00DC55D2">
            <w:pPr>
              <w:spacing w:after="120"/>
              <w:rPr>
                <w:b/>
                <w:i/>
                <w:iCs/>
              </w:rPr>
            </w:pPr>
            <w:r>
              <w:rPr>
                <w:b/>
                <w:i/>
              </w:rPr>
              <w:t>Te Kōrero, Tuhituhi me te Whakaatu</w:t>
            </w:r>
          </w:p>
        </w:tc>
      </w:tr>
      <w:tr w:rsidR="006E2477" w:rsidRPr="00456BF1" w14:paraId="787AFAFE" w14:textId="77777777" w:rsidTr="008C5E2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AC06A11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Ngā Toi - Whakaari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C9F9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Mārama ki Ngā Toi i roto i ngā horopaki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06FC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Whakawhanake i Ngā Mōhio Whaitake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CDDC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Waihanga Whakaaro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25E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Whakawhitiwhiti me te Whakamāori</w:t>
            </w:r>
          </w:p>
        </w:tc>
      </w:tr>
      <w:tr w:rsidR="006E2477" w:rsidRPr="00456BF1" w14:paraId="3C702475" w14:textId="77777777" w:rsidTr="008C5E2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B9B2"/>
          </w:tcPr>
          <w:p w14:paraId="20FBE361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Hauora me te Mātauranga Whakakori</w:t>
            </w: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B283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Hauora Whaiaro me te Whanaketanga ā-Tinana A - A3 Whakahaerenga Haumaru</w:t>
            </w:r>
          </w:p>
        </w:tc>
        <w:tc>
          <w:tcPr>
            <w:tcW w:w="3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4739" w14:textId="0871913C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 xml:space="preserve">Ngā Hapori Hauora me Ngā Taiao </w:t>
            </w:r>
            <w:r w:rsidR="00E959AD">
              <w:rPr>
                <w:b/>
              </w:rPr>
              <w:t xml:space="preserve">S </w:t>
            </w:r>
            <w:r>
              <w:rPr>
                <w:b/>
              </w:rPr>
              <w:t>- D2 Ngā Rauemi Hapori</w:t>
            </w:r>
          </w:p>
        </w:tc>
      </w:tr>
      <w:tr w:rsidR="006E2477" w:rsidRPr="00456BF1" w14:paraId="1D8FF163" w14:textId="77777777" w:rsidTr="008C5E25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353372AC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Pāngarau me te Tauanga</w:t>
            </w:r>
          </w:p>
          <w:p w14:paraId="11C305FB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</w:tc>
        <w:tc>
          <w:tcPr>
            <w:tcW w:w="77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2B54" w14:textId="77777777" w:rsidR="006E2477" w:rsidRPr="00456BF1" w:rsidRDefault="006E2477" w:rsidP="00DC55D2">
            <w:pPr>
              <w:spacing w:after="120"/>
              <w:rPr>
                <w:b/>
                <w:i/>
                <w:iCs/>
              </w:rPr>
            </w:pPr>
            <w:r>
              <w:rPr>
                <w:b/>
                <w:i/>
              </w:rPr>
              <w:t>Āhuahanga me te Inenga</w:t>
            </w:r>
          </w:p>
        </w:tc>
      </w:tr>
      <w:tr w:rsidR="006E2477" w:rsidRPr="00456BF1" w14:paraId="6696A3EC" w14:textId="77777777" w:rsidTr="008C5E25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362C1B77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D0F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Inenga</w:t>
            </w:r>
          </w:p>
        </w:tc>
        <w:tc>
          <w:tcPr>
            <w:tcW w:w="2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C791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Hanga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DD4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Tūnga me te ahu</w:t>
            </w:r>
          </w:p>
        </w:tc>
      </w:tr>
      <w:tr w:rsidR="006E2477" w:rsidRPr="00456BF1" w14:paraId="4B27236B" w14:textId="77777777" w:rsidTr="008C5E25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3C1B80A2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Pūtaiao</w:t>
            </w:r>
          </w:p>
          <w:p w14:paraId="06228FE9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  <w:p w14:paraId="76F794F0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</w:tc>
        <w:tc>
          <w:tcPr>
            <w:tcW w:w="6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BD57" w14:textId="77777777" w:rsidR="006E2477" w:rsidRPr="00456BF1" w:rsidRDefault="006E2477" w:rsidP="00DC55D2">
            <w:pPr>
              <w:spacing w:after="120"/>
              <w:rPr>
                <w:b/>
                <w:i/>
                <w:iCs/>
              </w:rPr>
            </w:pPr>
            <w:r>
              <w:rPr>
                <w:b/>
                <w:i/>
              </w:rPr>
              <w:t>Te Āhua o te Pūtaiao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79B6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Ō Ahupūngao</w:t>
            </w:r>
          </w:p>
        </w:tc>
      </w:tr>
      <w:tr w:rsidR="006E2477" w:rsidRPr="00456BF1" w14:paraId="61EDDEA9" w14:textId="77777777" w:rsidTr="008C5E25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378693B7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B723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mārama ki te pūtaiao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8386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tūhura pūtaiao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BEF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whakawhitiwhiti i roto i te pūtaiao</w:t>
            </w: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B8C4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whakauru me te tautoko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01FC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uiui ā-kiko me ngā ariā ōkiko</w:t>
            </w:r>
          </w:p>
        </w:tc>
      </w:tr>
      <w:tr w:rsidR="006E2477" w:rsidRPr="00456BF1" w14:paraId="69332E58" w14:textId="77777777" w:rsidTr="008C5E2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867A4"/>
          </w:tcPr>
          <w:p w14:paraId="7D83E97C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Ngā Pūtaiao Pāpori</w:t>
            </w:r>
          </w:p>
          <w:p w14:paraId="48A1300F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8C95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Tuakiri, Ahurea me te Whakahaere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27DE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Wāhi me te Taiao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2D2A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Ukiuki me te Huringa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82F8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Te Ao Ōhanga</w:t>
            </w:r>
          </w:p>
        </w:tc>
      </w:tr>
      <w:tr w:rsidR="006E2477" w:rsidRPr="00456BF1" w14:paraId="45E9DC9E" w14:textId="77777777" w:rsidTr="008C5E2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 w:themeFill="accent2" w:themeFillShade="80"/>
          </w:tcPr>
          <w:p w14:paraId="6B85E665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Hangarau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746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Tikanga Hangarau</w:t>
            </w:r>
          </w:p>
        </w:tc>
        <w:tc>
          <w:tcPr>
            <w:tcW w:w="2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F2A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>Mōhiotanga Hangarau</w:t>
            </w:r>
          </w:p>
        </w:tc>
        <w:tc>
          <w:tcPr>
            <w:tcW w:w="2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EAF0" w14:textId="77777777" w:rsidR="006E2477" w:rsidRPr="00456BF1" w:rsidRDefault="006E2477" w:rsidP="00DC55D2">
            <w:pPr>
              <w:spacing w:after="120"/>
              <w:rPr>
                <w:b/>
                <w:iCs/>
              </w:rPr>
            </w:pPr>
            <w:r>
              <w:rPr>
                <w:b/>
              </w:rPr>
              <w:t xml:space="preserve">Te Āhua o te Hangarau </w:t>
            </w:r>
          </w:p>
        </w:tc>
      </w:tr>
    </w:tbl>
    <w:p w14:paraId="37C174A9" w14:textId="27D6BE76" w:rsidR="00DC55D2" w:rsidRDefault="00DC55D2" w:rsidP="00DC55D2">
      <w:pPr>
        <w:spacing w:after="120"/>
        <w:rPr>
          <w:b/>
          <w:iCs/>
        </w:rPr>
      </w:pPr>
    </w:p>
    <w:p w14:paraId="74557C7F" w14:textId="77777777" w:rsidR="00DC55D2" w:rsidRDefault="00DC55D2">
      <w:pPr>
        <w:rPr>
          <w:b/>
          <w:iCs/>
        </w:rPr>
      </w:pPr>
      <w:r>
        <w:rPr>
          <w:b/>
          <w:iCs/>
        </w:rPr>
        <w:br w:type="page"/>
      </w:r>
    </w:p>
    <w:p w14:paraId="4988ECB1" w14:textId="77777777" w:rsidR="006E2477" w:rsidRPr="00EC4BE4" w:rsidRDefault="006E2477" w:rsidP="00DC55D2">
      <w:pPr>
        <w:pStyle w:val="Heading2"/>
        <w:spacing w:after="120"/>
      </w:pPr>
      <w:r>
        <w:lastRenderedPageBreak/>
        <w:t xml:space="preserve">Ngā mahinga akomanga </w:t>
      </w:r>
    </w:p>
    <w:p w14:paraId="2AA03E14" w14:textId="60933BD7" w:rsidR="00550F8B" w:rsidRDefault="00550F8B" w:rsidP="00550F8B">
      <w:pPr>
        <w:rPr>
          <w:bCs/>
          <w:iCs/>
        </w:rPr>
      </w:pPr>
      <w:r>
        <w:t>Te whai māramatanga pāpaku me te matawhānui hei tautoko i ngā wāhanga pūkenga pahikara.</w:t>
      </w:r>
    </w:p>
    <w:p w14:paraId="3633161B" w14:textId="77777777" w:rsidR="00550F8B" w:rsidRPr="00550F8B" w:rsidRDefault="00550F8B" w:rsidP="00550F8B">
      <w:pPr>
        <w:rPr>
          <w:bCs/>
          <w:iCs/>
        </w:rPr>
      </w:pPr>
    </w:p>
    <w:p w14:paraId="36B0EA83" w14:textId="773FAB15" w:rsidR="006E2477" w:rsidRDefault="006E2477" w:rsidP="00550F8B">
      <w:pPr>
        <w:pStyle w:val="Heading3"/>
      </w:pPr>
      <w:r>
        <w:t>Ngā tōpana ki te kaieke pahikara</w:t>
      </w:r>
    </w:p>
    <w:p w14:paraId="5734E57A" w14:textId="77777777" w:rsidR="00550F8B" w:rsidRPr="00EC4BE4" w:rsidRDefault="00550F8B" w:rsidP="007B76CC"/>
    <w:p w14:paraId="3C2167B3" w14:textId="77777777" w:rsidR="006E2477" w:rsidRPr="00EC4BE4" w:rsidRDefault="006E2477" w:rsidP="00DC55D2">
      <w:pPr>
        <w:spacing w:after="120"/>
      </w:pPr>
      <w:r w:rsidRPr="00EC4BE4">
        <w:rPr>
          <w:noProof/>
        </w:rPr>
        <mc:AlternateContent>
          <mc:Choice Requires="wpg">
            <w:drawing>
              <wp:inline distT="0" distB="0" distL="0" distR="0" wp14:anchorId="6F44BB6F" wp14:editId="3AD7864A">
                <wp:extent cx="5372100" cy="3714785"/>
                <wp:effectExtent l="0" t="19050" r="19050" b="19050"/>
                <wp:docPr id="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3714785"/>
                          <a:chOff x="0" y="0"/>
                          <a:chExt cx="53721" cy="37147"/>
                        </a:xfrm>
                      </wpg:grpSpPr>
                      <pic:pic xmlns:pic="http://schemas.openxmlformats.org/drawingml/2006/picture">
                        <pic:nvPicPr>
                          <pic:cNvPr id="4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97" y="11277"/>
                            <a:ext cx="13640" cy="121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292"/>
                        <wpg:cNvGrpSpPr>
                          <a:grpSpLocks/>
                        </wpg:cNvGrpSpPr>
                        <wpg:grpSpPr bwMode="auto">
                          <a:xfrm>
                            <a:off x="23926" y="24136"/>
                            <a:ext cx="29795" cy="13011"/>
                            <a:chOff x="0" y="-933"/>
                            <a:chExt cx="29794" cy="13011"/>
                          </a:xfrm>
                        </wpg:grpSpPr>
                        <wps:wsp>
                          <wps:cNvPr id="6" name="Down Arrow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46" cy="9779"/>
                            </a:xfrm>
                            <a:prstGeom prst="down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4F81BD"/>
                            </a:solidFill>
                            <a:ln w="25400">
                              <a:solidFill>
                                <a:srgbClr val="385D8A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7" y="-933"/>
                              <a:ext cx="22457" cy="130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88F21F" w14:textId="77777777" w:rsidR="006E2477" w:rsidRDefault="006E2477" w:rsidP="006E2477">
                                <w:r>
                                  <w:rPr>
                                    <w:color w:val="242424"/>
                                  </w:rPr>
                                  <w:t xml:space="preserve">Ka pēhi te kaieke pahikara i te mata o te rori nā te kukume o te tōpana tō-ā-papa mai i tētahi </w:t>
                                </w:r>
                                <w:r>
                                  <w:t>ahanoa nui, a Papatūānuku. Ka pā te tōpana taumaha ki te iho o Papatūānuku, ā, ka inea ki te niutana (N).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Up Arrow 25"/>
                        <wps:cNvSpPr>
                          <a:spLocks noChangeArrowheads="1"/>
                        </wps:cNvSpPr>
                        <wps:spPr bwMode="auto">
                          <a:xfrm>
                            <a:off x="23926" y="0"/>
                            <a:ext cx="4845" cy="9779"/>
                          </a:xfrm>
                          <a:prstGeom prst="upArrow">
                            <a:avLst>
                              <a:gd name="adj1" fmla="val 50000"/>
                              <a:gd name="adj2" fmla="val 50001"/>
                            </a:avLst>
                          </a:prstGeom>
                          <a:solidFill>
                            <a:srgbClr val="4F81BD"/>
                          </a:solidFill>
                          <a:ln w="25400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" y="4495"/>
                            <a:ext cx="20421" cy="52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9C13FD" w14:textId="77777777" w:rsidR="006E2477" w:rsidRDefault="006E2477" w:rsidP="006E2477">
                              <w:r>
                                <w:rPr>
                                  <w:color w:val="242424"/>
                                </w:rPr>
                                <w:t xml:space="preserve">Ka </w:t>
                              </w:r>
                              <w:r w:rsidRPr="003A0AE5">
                                <w:rPr>
                                  <w:b/>
                                  <w:color w:val="242424"/>
                                </w:rPr>
                                <w:t>pana</w:t>
                              </w:r>
                              <w:r>
                                <w:rPr>
                                  <w:color w:val="242424"/>
                                </w:rPr>
                                <w:t xml:space="preserve"> atu anō te mata o te rori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ight Arrow 27"/>
                        <wps:cNvSpPr>
                          <a:spLocks noChangeArrowheads="1"/>
                        </wps:cNvSpPr>
                        <wps:spPr bwMode="auto">
                          <a:xfrm>
                            <a:off x="34290" y="15316"/>
                            <a:ext cx="9779" cy="4845"/>
                          </a:xfrm>
                          <a:prstGeom prst="rightArrow">
                            <a:avLst>
                              <a:gd name="adj1" fmla="val 50000"/>
                              <a:gd name="adj2" fmla="val 50001"/>
                            </a:avLst>
                          </a:prstGeom>
                          <a:solidFill>
                            <a:srgbClr val="4F81BD"/>
                          </a:solidFill>
                          <a:ln w="25400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" y="10680"/>
                            <a:ext cx="9144" cy="127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A34183" w14:textId="77777777" w:rsidR="006E2477" w:rsidRDefault="006E2477" w:rsidP="006E2477">
                              <w:r>
                                <w:t>Te tōpana nā te wakuwaku ki te mata me te parenga hau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93"/>
                        <wpg:cNvGrpSpPr>
                          <a:grpSpLocks/>
                        </wpg:cNvGrpSpPr>
                        <wpg:grpSpPr bwMode="auto">
                          <a:xfrm>
                            <a:off x="0" y="14097"/>
                            <a:ext cx="19456" cy="7086"/>
                            <a:chOff x="0" y="0"/>
                            <a:chExt cx="19456" cy="7086"/>
                          </a:xfrm>
                        </wpg:grpSpPr>
                        <wps:wsp>
                          <wps:cNvPr id="16" name="Left Arrow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7" y="1143"/>
                              <a:ext cx="9779" cy="4845"/>
                            </a:xfrm>
                            <a:prstGeom prst="leftArrow">
                              <a:avLst>
                                <a:gd name="adj1" fmla="val 50000"/>
                                <a:gd name="adj2" fmla="val 50001"/>
                              </a:avLst>
                            </a:prstGeom>
                            <a:solidFill>
                              <a:srgbClr val="4F81BD"/>
                            </a:solidFill>
                            <a:ln w="25400">
                              <a:solidFill>
                                <a:srgbClr val="385D8A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44" cy="70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00727E" w14:textId="77777777" w:rsidR="006E2477" w:rsidRDefault="006E2477" w:rsidP="006E2477">
                                <w:r>
                                  <w:t>Te tōpana tōkiri nā ngā pētara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44BB6F" id="Group 22" o:spid="_x0000_s1026" style="width:423pt;height:292.5pt;mso-position-horizontal-relative:char;mso-position-vertical-relative:line" coordsize="53721,3714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20497;top:11277;width:13640;height:12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">
                  <v:imagedata r:id="rId10" o:title=""/>
                </v:shape>
                <v:group id="Group 292" o:spid="_x0000_s1028" style="position:absolute;left:23926;top:24136;width:29795;height:13011" coordorigin=",-933" coordsize="29794,1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Down Arrow 26" o:spid="_x0000_s1029" type="#_x0000_t67" style="position:absolute;width:4846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" adj="16248" fillcolor="#4f81bd" strokecolor="#385d8a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0" type="#_x0000_t202" style="position:absolute;left:7337;top:-933;width:22457;height:13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<v:textbox>
                      <w:txbxContent>
                        <w:p w14:paraId="1588F21F" w14:textId="77777777" w:rsidR="006E2477" w:rsidRDefault="006E2477" w:rsidP="006E2477">
                          <w:r>
                            <w:rPr>
                              <w:color w:val="242424"/>
                              <w:lang w:val="mi-NZ"/>
                              <w:rFonts/>
                            </w:rPr>
                            <w:t xml:space="preserve">Ka pēhi te kaieke pahikara i te mata o te rori nā te kukume o te tōpana tō-ā-papa mai i tētahi </w:t>
                          </w:r>
                          <w:r>
                            <w:rPr>
                              <w:lang w:val="mi-NZ"/>
                              <w:rFonts/>
                            </w:rPr>
                            <w:t xml:space="preserve">ahanoa nui, a Papatūānuku. Ka pā te tōpana taumaha ki te iho o Papatūānuku, ā, ka inea ki te niutana (N).</w:t>
                          </w:r>
                        </w:p>
                      </w:txbxContent>
                    </v:textbox>
                  </v:shape>
                </v:group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Up Arrow 25" o:spid="_x0000_s1031" type="#_x0000_t68" style="position:absolute;left:23926;width:4845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" adj="5351" fillcolor="#4f81bd" strokecolor="#385d8a" strokeweight="2pt"/>
                <v:shape id="Text Box 2" o:spid="_x0000_s1032" type="#_x0000_t202" style="position:absolute;left:1143;top:4495;width:20421;height:5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159C13FD" w14:textId="77777777" w:rsidR="006E2477" w:rsidRDefault="006E2477" w:rsidP="006E2477">
                        <w:r>
                          <w:rPr>
                            <w:color w:val="242424"/>
                            <w:lang w:val="mi-NZ"/>
                            <w:rFonts/>
                          </w:rPr>
                          <w:t xml:space="preserve">Ka </w:t>
                        </w:r>
                        <w:r w:rsidRPr="003A0AE5">
                          <w:rPr>
                            <w:b/>
                            <w:color w:val="242424"/>
                            <w:lang w:val="mi-NZ"/>
                            <w:rFonts/>
                          </w:rPr>
                          <w:t xml:space="preserve">pana</w:t>
                        </w:r>
                        <w:r>
                          <w:rPr>
                            <w:color w:val="242424"/>
                            <w:lang w:val="mi-NZ"/>
                            <w:rFonts/>
                          </w:rPr>
                          <w:t xml:space="preserve"> atu anō te mata o te rori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27" o:spid="_x0000_s1033" type="#_x0000_t13" style="position:absolute;left:34290;top:15316;width:9779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" adj="16249" fillcolor="#4f81bd" strokecolor="#385d8a" strokeweight="2pt"/>
                <v:shape id="Text Box 2" o:spid="_x0000_s1034" type="#_x0000_t202" style="position:absolute;left:44577;top:10680;width:9144;height:12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60A34183" w14:textId="77777777" w:rsidR="006E2477" w:rsidRDefault="006E2477" w:rsidP="006E2477">
                        <w:r>
                          <w:rPr>
                            <w:lang w:val="mi-NZ"/>
                            <w:rFonts/>
                          </w:rPr>
                          <w:t xml:space="preserve">Te tōpana nā te wakuwaku ki te mata me te parenga hau</w:t>
                        </w:r>
                      </w:p>
                    </w:txbxContent>
                  </v:textbox>
                </v:shape>
                <v:group id="Group 293" o:spid="_x0000_s1035" style="position:absolute;top:14097;width:19456;height:7086" coordsize="19456,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66" coordsize="21600,21600" o:spt="66" adj="5400,5400" path="m@0,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Left Arrow 28" o:spid="_x0000_s1036" type="#_x0000_t66" style="position:absolute;left:9677;top:1143;width:9779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" adj="5351" fillcolor="#4f81bd" strokecolor="#385d8a" strokeweight="2pt"/>
                  <v:shape id="Text Box 2" o:spid="_x0000_s1037" type="#_x0000_t202" style="position:absolute;width:9144;height:7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  <v:textbox>
                      <w:txbxContent>
                        <w:p w14:paraId="3000727E" w14:textId="77777777" w:rsidR="006E2477" w:rsidRDefault="006E2477" w:rsidP="006E2477">
                          <w:r>
                            <w:rPr>
                              <w:lang w:val="mi-NZ"/>
                              <w:rFonts/>
                            </w:rPr>
                            <w:t xml:space="preserve">Te tōpana tōkiri nā ngā pētara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ECDFC83" w14:textId="77777777" w:rsidR="005612EC" w:rsidRDefault="005612EC" w:rsidP="00DC55D2">
      <w:pPr>
        <w:spacing w:after="120"/>
      </w:pPr>
    </w:p>
    <w:p w14:paraId="68941C23" w14:textId="26B8E8F6" w:rsidR="006E2477" w:rsidRDefault="006E2477" w:rsidP="00DC55D2">
      <w:pPr>
        <w:spacing w:after="120"/>
      </w:pPr>
      <w:r>
        <w:t xml:space="preserve">Ina </w:t>
      </w:r>
      <w:r w:rsidRPr="00EC4BE4">
        <w:rPr>
          <w:b/>
        </w:rPr>
        <w:t>okioki ana</w:t>
      </w:r>
      <w:r>
        <w:t xml:space="preserve"> he kaieke pahikara, e neke ana rānei ki te </w:t>
      </w:r>
      <w:r w:rsidRPr="00EC4BE4">
        <w:rPr>
          <w:b/>
        </w:rPr>
        <w:t>tere aumou</w:t>
      </w:r>
      <w:r>
        <w:t xml:space="preserve"> (kāore i te whakatere ake, whakapōturi rānei), ā, kāore i te huri i te hanga, te ahunga rānei, he </w:t>
      </w:r>
      <w:r w:rsidRPr="00EC4BE4">
        <w:rPr>
          <w:b/>
        </w:rPr>
        <w:t>ōrite, he tautika ngā tōpana e pā ana ki te kaieke pahikara</w:t>
      </w:r>
      <w:r>
        <w:t>.</w:t>
      </w:r>
    </w:p>
    <w:p w14:paraId="150849F4" w14:textId="2F51A990" w:rsidR="006E2477" w:rsidRPr="00EC4BE4" w:rsidRDefault="006E2477" w:rsidP="00DC55D2">
      <w:pPr>
        <w:spacing w:after="120"/>
      </w:pPr>
      <w:r>
        <w:t>E kīia ana tēnei i ētahi wā ko te 'neke me tētahi nekehanga mau tonu.'</w:t>
      </w:r>
    </w:p>
    <w:p w14:paraId="7A09C3F1" w14:textId="77777777" w:rsidR="006E2477" w:rsidRDefault="006E2477" w:rsidP="00DC55D2">
      <w:pPr>
        <w:spacing w:after="120"/>
      </w:pPr>
      <w:r>
        <w:t>Ka huria e ngā tōpana tahatahi te tere, ahunga, hanga hoki o tētahi ahanoa.</w:t>
      </w:r>
    </w:p>
    <w:p w14:paraId="63AEFE7E" w14:textId="77777777" w:rsidR="006E2477" w:rsidRPr="00EC4BE4" w:rsidRDefault="006E2477" w:rsidP="00DC55D2">
      <w:pPr>
        <w:spacing w:after="120"/>
      </w:pPr>
      <w:r>
        <w:t xml:space="preserve">Ki te kitea e koe tētahi ahanoa e whakatere ake, whakapōturi rānei, te huri rānei i te ahunga, hanga rānei, te āhua kei te pā tētahi tōpana taratahi. </w:t>
      </w:r>
    </w:p>
    <w:p w14:paraId="4B66110C" w14:textId="77777777" w:rsidR="006E2477" w:rsidRPr="00EC4BE4" w:rsidRDefault="006E2477" w:rsidP="00DC55D2">
      <w:pPr>
        <w:spacing w:after="120"/>
      </w:pPr>
      <w:r>
        <w:t>Me pātai ki ngā ākonga kia haere ki tētahi hīkoi akoako āta haere huri noa i te kura e kimi ana i ngā wāhi e pā ana ki ngā tōpana kore taurite.  Kimihia ngā ahanoa:</w:t>
      </w:r>
    </w:p>
    <w:p w14:paraId="25A8DB11" w14:textId="77777777" w:rsidR="006E2477" w:rsidRPr="00B36D4E" w:rsidRDefault="006E2477" w:rsidP="00DC55D2">
      <w:pPr>
        <w:pStyle w:val="ListParagraph"/>
        <w:numPr>
          <w:ilvl w:val="0"/>
          <w:numId w:val="23"/>
        </w:numPr>
        <w:spacing w:after="120"/>
      </w:pPr>
      <w:r>
        <w:t xml:space="preserve">te whakatere ake, whakapōturi rānei </w:t>
      </w:r>
    </w:p>
    <w:p w14:paraId="59E8EF9E" w14:textId="77777777" w:rsidR="006E2477" w:rsidRPr="00B36D4E" w:rsidRDefault="006E2477" w:rsidP="00DC55D2">
      <w:pPr>
        <w:pStyle w:val="ListParagraph"/>
        <w:numPr>
          <w:ilvl w:val="0"/>
          <w:numId w:val="23"/>
        </w:numPr>
        <w:spacing w:after="120"/>
      </w:pPr>
      <w:r>
        <w:t xml:space="preserve">te huri i te ahunga </w:t>
      </w:r>
    </w:p>
    <w:p w14:paraId="583D756F" w14:textId="77777777" w:rsidR="006E2477" w:rsidRPr="00EC4BE4" w:rsidRDefault="006E2477" w:rsidP="00DC55D2">
      <w:pPr>
        <w:pStyle w:val="ListParagraph"/>
        <w:numPr>
          <w:ilvl w:val="0"/>
          <w:numId w:val="23"/>
        </w:numPr>
        <w:spacing w:after="120"/>
      </w:pPr>
      <w:r>
        <w:t xml:space="preserve">te huri i te hanga. </w:t>
      </w:r>
    </w:p>
    <w:p w14:paraId="48CF18E3" w14:textId="5F5CEA94" w:rsidR="005612EC" w:rsidRDefault="005612EC">
      <w:pPr>
        <w:rPr>
          <w:b/>
          <w:bCs/>
        </w:rPr>
      </w:pPr>
      <w:r>
        <w:rPr>
          <w:b/>
          <w:bCs/>
        </w:rPr>
        <w:br w:type="page"/>
      </w:r>
    </w:p>
    <w:p w14:paraId="4BFA9614" w14:textId="77777777" w:rsidR="006E2477" w:rsidRPr="00EC4BE4" w:rsidRDefault="006E2477" w:rsidP="00DC55D2">
      <w:pPr>
        <w:pStyle w:val="Heading3"/>
        <w:spacing w:after="120"/>
      </w:pPr>
      <w:r>
        <w:lastRenderedPageBreak/>
        <w:t>6.1. Te āhua o te mahi a ngā pereki</w:t>
      </w:r>
    </w:p>
    <w:p w14:paraId="675C6065" w14:textId="77777777" w:rsidR="006E2477" w:rsidRPr="00EC4BE4" w:rsidRDefault="006E2477" w:rsidP="00DC55D2">
      <w:pPr>
        <w:spacing w:after="120"/>
      </w:pPr>
    </w:p>
    <w:p w14:paraId="5DEAE871" w14:textId="2F1A7523" w:rsidR="006E2477" w:rsidRPr="00EC4BE4" w:rsidRDefault="006E2477" w:rsidP="00DC55D2">
      <w:pPr>
        <w:spacing w:after="120"/>
      </w:pPr>
      <w:r>
        <w:t>[Te whakahiato huatau]</w:t>
      </w:r>
    </w:p>
    <w:p w14:paraId="17E42A85" w14:textId="77777777" w:rsidR="006E2477" w:rsidRPr="00EC4BE4" w:rsidRDefault="006E2477" w:rsidP="00DC55D2">
      <w:pPr>
        <w:spacing w:after="120"/>
      </w:pPr>
      <w:r>
        <w:t>[Ka hono ki Ngā Wāhi Ako o te Marautanga o Aotearoa: Pūtaiao]</w:t>
      </w:r>
    </w:p>
    <w:p w14:paraId="273FE046" w14:textId="77777777" w:rsidR="006E2477" w:rsidRPr="00EC4BE4" w:rsidRDefault="006E2477" w:rsidP="00DC55D2">
      <w:pPr>
        <w:spacing w:after="120"/>
      </w:pPr>
    </w:p>
    <w:p w14:paraId="588B9A7F" w14:textId="77777777" w:rsidR="006E2477" w:rsidRDefault="006E2477" w:rsidP="00DC55D2">
      <w:pPr>
        <w:spacing w:after="120"/>
        <w:rPr>
          <w:b/>
        </w:rPr>
      </w:pPr>
      <w:r>
        <w:rPr>
          <w:b/>
        </w:rPr>
        <w:t>Tautuhia te waku</w:t>
      </w:r>
    </w:p>
    <w:p w14:paraId="2DB18D09" w14:textId="68D159A0" w:rsidR="006E2477" w:rsidRPr="00EC4BE4" w:rsidRDefault="006E2477" w:rsidP="00DC55D2">
      <w:pPr>
        <w:spacing w:after="120"/>
      </w:pPr>
      <w:r>
        <w:t>He aha tēnei mea te waku?</w:t>
      </w:r>
    </w:p>
    <w:p w14:paraId="0F7C6A2A" w14:textId="77777777" w:rsidR="006E2477" w:rsidRPr="00EC4BE4" w:rsidRDefault="006E2477" w:rsidP="00DC55D2">
      <w:pPr>
        <w:spacing w:after="120"/>
        <w:rPr>
          <w:bCs/>
        </w:rPr>
      </w:pPr>
      <w:r>
        <w:t xml:space="preserve">He ōrite te mahi a ngā pereki pahikara katoa.  He tikanga kei roto hei whakapiki i te rahinga o te tōpana wakuwaku e pā ana me te whakamahi i tēnei tōpana wakuwaku kore taurite hei whakapōturi, whakatū rānei i te pahikara. </w:t>
      </w:r>
    </w:p>
    <w:p w14:paraId="33018335" w14:textId="77777777" w:rsidR="006E2477" w:rsidRPr="00EC4BE4" w:rsidRDefault="006E2477" w:rsidP="00DC55D2">
      <w:pPr>
        <w:spacing w:after="120"/>
      </w:pPr>
      <w:r>
        <w:t xml:space="preserve">Me pātai ki ngā ākonga kia takirua te mahi hei waihanga i tētahi hoahoa whakakaupapa hei whakaatu i tētahi o ngā tauākī whakamāramatanga kei raro. </w:t>
      </w:r>
    </w:p>
    <w:p w14:paraId="5C1359B3" w14:textId="77777777" w:rsidR="006E2477" w:rsidRPr="00B36D4E" w:rsidRDefault="006E2477" w:rsidP="00DC55D2">
      <w:pPr>
        <w:pStyle w:val="ListParagraph"/>
        <w:numPr>
          <w:ilvl w:val="0"/>
          <w:numId w:val="24"/>
        </w:numPr>
        <w:spacing w:after="120"/>
      </w:pPr>
      <w:r>
        <w:t>He tōpana te wakuwaku ka pā ina neke ana ngā mata e rua i runga ake tētahi i tētahi.</w:t>
      </w:r>
    </w:p>
    <w:p w14:paraId="6D6512DF" w14:textId="77777777" w:rsidR="006E2477" w:rsidRPr="00B36D4E" w:rsidRDefault="006E2477" w:rsidP="00DC55D2">
      <w:pPr>
        <w:pStyle w:val="ListParagraph"/>
        <w:numPr>
          <w:ilvl w:val="0"/>
          <w:numId w:val="24"/>
        </w:numPr>
        <w:spacing w:after="120"/>
      </w:pPr>
      <w:r>
        <w:t xml:space="preserve">He tōpana te wakuwaku ka ngana ki te aukati i te whakahipa i ngā mata e rua tētahi i tētahi. </w:t>
      </w:r>
    </w:p>
    <w:p w14:paraId="5991F5F6" w14:textId="77777777" w:rsidR="006E2477" w:rsidRPr="00B36D4E" w:rsidRDefault="006E2477" w:rsidP="00DC55D2">
      <w:pPr>
        <w:pStyle w:val="ListParagraph"/>
        <w:numPr>
          <w:ilvl w:val="0"/>
          <w:numId w:val="24"/>
        </w:numPr>
        <w:spacing w:after="120"/>
      </w:pPr>
      <w:r>
        <w:t xml:space="preserve">He tōpana te wakuwaku ka taea te nekehanga te atete (e whakapōturi ana te kaieke pahikara), te neke (e whakatere ana te waka) RĀNEI. </w:t>
      </w:r>
    </w:p>
    <w:p w14:paraId="4F95CF6F" w14:textId="77777777" w:rsidR="006E2477" w:rsidRPr="00EC4BE4" w:rsidRDefault="006E2477" w:rsidP="00DC55D2">
      <w:pPr>
        <w:pStyle w:val="ListParagraph"/>
        <w:numPr>
          <w:ilvl w:val="0"/>
          <w:numId w:val="24"/>
        </w:numPr>
        <w:spacing w:after="120"/>
      </w:pPr>
      <w:r>
        <w:t>He tōpana te wakuwaku e puta ai te whakawhitinga o te pūngao neke (te pūngao o ngā ahanoa nekeneke) ki te pūngao pōkākā (ki te oro i ētahi wā).</w:t>
      </w:r>
    </w:p>
    <w:p w14:paraId="5D308997" w14:textId="77777777" w:rsidR="006E2477" w:rsidRPr="00EC4BE4" w:rsidRDefault="006E2477" w:rsidP="00DC55D2">
      <w:pPr>
        <w:spacing w:after="120"/>
      </w:pPr>
      <w:r>
        <w:t>Ka taea te wakuwaku i waenga i:</w:t>
      </w:r>
    </w:p>
    <w:p w14:paraId="2A1B5B7F" w14:textId="77777777" w:rsidR="006E2477" w:rsidRPr="00EC4BE4" w:rsidRDefault="006E2477" w:rsidP="00DC55D2">
      <w:pPr>
        <w:pStyle w:val="ListParagraph"/>
        <w:numPr>
          <w:ilvl w:val="0"/>
          <w:numId w:val="21"/>
        </w:numPr>
        <w:spacing w:after="120"/>
      </w:pPr>
      <w:r>
        <w:t>ngā mea totoka e rua, hei tauira, te tō i tētahi pāka i te papa; i waenga rānei i ngā wāhanga nekeneke o tētahi mīhini</w:t>
      </w:r>
    </w:p>
    <w:p w14:paraId="7691D15A" w14:textId="77777777" w:rsidR="006E2477" w:rsidRPr="00EC4BE4" w:rsidRDefault="006E2477" w:rsidP="00DC55D2">
      <w:pPr>
        <w:pStyle w:val="ListParagraph"/>
        <w:numPr>
          <w:ilvl w:val="0"/>
          <w:numId w:val="21"/>
        </w:numPr>
        <w:spacing w:after="120"/>
      </w:pPr>
      <w:r>
        <w:t>te totoka me te wē, pērā i te tangata, i te ika rānei e kau ana i te wai</w:t>
      </w:r>
    </w:p>
    <w:p w14:paraId="53196F11" w14:textId="77777777" w:rsidR="006E2477" w:rsidRPr="00EC4BE4" w:rsidRDefault="006E2477" w:rsidP="00DC55D2">
      <w:pPr>
        <w:pStyle w:val="ListParagraph"/>
        <w:numPr>
          <w:ilvl w:val="0"/>
          <w:numId w:val="21"/>
        </w:numPr>
        <w:spacing w:after="120"/>
      </w:pPr>
      <w:r>
        <w:t>te totoka me te hau, pērā i te kaihekerangi e taka ana</w:t>
      </w:r>
    </w:p>
    <w:p w14:paraId="11C6C54E" w14:textId="77777777" w:rsidR="006E2477" w:rsidRPr="00EC4BE4" w:rsidRDefault="006E2477" w:rsidP="00DC55D2">
      <w:pPr>
        <w:pStyle w:val="ListParagraph"/>
        <w:numPr>
          <w:ilvl w:val="0"/>
          <w:numId w:val="21"/>
        </w:numPr>
        <w:spacing w:after="120"/>
      </w:pPr>
      <w:r>
        <w:t>te wē me te hau, pērā i te wai e heke ana i tētahi wairere.</w:t>
      </w:r>
    </w:p>
    <w:p w14:paraId="448B9B15" w14:textId="77777777" w:rsidR="006E2477" w:rsidRPr="00EC4BE4" w:rsidRDefault="006E2477" w:rsidP="00E959AD">
      <w:r>
        <w:t>Ko te āhuatanga anake kāore e pā tētahi ahanoa neke ki te wakuwaku ko te neke a tētahi waka ātea i te tuarangi, ina kāore he hau.</w:t>
      </w:r>
    </w:p>
    <w:p w14:paraId="3AC959EF" w14:textId="77777777" w:rsidR="006E2477" w:rsidRPr="00EC4BE4" w:rsidRDefault="006E2477" w:rsidP="00DC55D2">
      <w:pPr>
        <w:spacing w:after="120"/>
      </w:pPr>
    </w:p>
    <w:p w14:paraId="598BEF7A" w14:textId="77777777" w:rsidR="006E2477" w:rsidRPr="00EC4BE4" w:rsidRDefault="006E2477" w:rsidP="00DC55D2">
      <w:pPr>
        <w:spacing w:after="120"/>
        <w:rPr>
          <w:b/>
        </w:rPr>
      </w:pPr>
      <w:r>
        <w:rPr>
          <w:b/>
        </w:rPr>
        <w:t xml:space="preserve">Āhea whaitake ai te tōpana wakuwaku? </w:t>
      </w:r>
    </w:p>
    <w:p w14:paraId="06ED72F9" w14:textId="77777777" w:rsidR="006E2477" w:rsidRDefault="006E2477" w:rsidP="00DC55D2">
      <w:pPr>
        <w:spacing w:after="120"/>
      </w:pPr>
      <w:r>
        <w:t>He whaitake anō te wakuwaku?  Kāore e taea e tātau te hīkoi ki te kore te wakuwaku i waenga i ō tātau hū, waewae rānei me te papa, ā, kāore e taea e tātau te taraiwa waka, te eke pahikara rānei me te kore pereki.</w:t>
      </w:r>
    </w:p>
    <w:p w14:paraId="5E605E1F" w14:textId="77777777" w:rsidR="006E2477" w:rsidRPr="00EC4BE4" w:rsidRDefault="006E2477" w:rsidP="00DC55D2">
      <w:pPr>
        <w:spacing w:after="120"/>
      </w:pPr>
      <w:r>
        <w:t>He maha ngā wā he hōhā te wakuwaku, ā, ka rapu tātau me pēhea te whakaiti; hei tauira, ko te wakuwaku i waenga i ngā wāhanga nekeneke o tētahi mīhini ka tupuheke te mīhini i tēnei, ā, kāore i tino kakama te mahi.</w:t>
      </w:r>
    </w:p>
    <w:p w14:paraId="3207B6C9" w14:textId="77777777" w:rsidR="006E2477" w:rsidRDefault="006E2477" w:rsidP="00DC55D2">
      <w:pPr>
        <w:spacing w:after="120"/>
      </w:pPr>
      <w:r>
        <w:t>Ina whakatere ana tētahi pahikara, he nui ake ngā tōpana whakamua i ngā tōpana whakawaku e tuki mai ana i te neke.</w:t>
      </w:r>
    </w:p>
    <w:p w14:paraId="6CFC0998" w14:textId="77777777" w:rsidR="006E2477" w:rsidRDefault="006E2477" w:rsidP="00DC55D2">
      <w:pPr>
        <w:spacing w:after="120"/>
      </w:pPr>
      <w:r>
        <w:t>Ina haere ana tētahi pahikara i tētahi tere aumou, me whakatautika ēnei tōpana wakuwaku i ngā tōpana e pana whakamua ana i te pahikara.</w:t>
      </w:r>
    </w:p>
    <w:p w14:paraId="1C08FE7D" w14:textId="77777777" w:rsidR="006E2477" w:rsidRPr="00EC4BE4" w:rsidRDefault="006E2477" w:rsidP="00DC55D2">
      <w:pPr>
        <w:spacing w:after="120"/>
      </w:pPr>
      <w:r>
        <w:t>Otirā, ina whakamātau ana tātau ki te pei haere i tētahi ahanoa taumaha, ā, kāore nei e neke, me ōrite, me kōaro te tōpana wakuwaku ki tā tātau tōpana pana.</w:t>
      </w:r>
    </w:p>
    <w:p w14:paraId="0FD4523E" w14:textId="77777777" w:rsidR="006508E4" w:rsidRDefault="006E2477" w:rsidP="00DC55D2">
      <w:pPr>
        <w:spacing w:after="120"/>
        <w:rPr>
          <w:bCs/>
        </w:rPr>
      </w:pPr>
      <w:r>
        <w:t>Tonoa ngā ākonga ki te:</w:t>
      </w:r>
    </w:p>
    <w:p w14:paraId="2D97C92F" w14:textId="486618DB" w:rsidR="00D21335" w:rsidRDefault="006E2477" w:rsidP="00DC55D2">
      <w:pPr>
        <w:spacing w:after="120"/>
        <w:rPr>
          <w:bCs/>
        </w:rPr>
      </w:pPr>
      <w:r>
        <w:t>Rangahauhia ngā pūnaha pereki pahikara rerekē.</w:t>
      </w:r>
    </w:p>
    <w:p w14:paraId="11F55136" w14:textId="77777777" w:rsidR="00D21335" w:rsidRDefault="006E2477" w:rsidP="00DC55D2">
      <w:pPr>
        <w:spacing w:after="120"/>
        <w:rPr>
          <w:bCs/>
        </w:rPr>
      </w:pPr>
      <w:r>
        <w:t xml:space="preserve">Me tango whakaahua o ngā pūnaha pereki rerekē me te wherawhera i pēhea me te wāhi ka hoatuna ngā tōpana wakuwaku hei whakapōturi, whakatū hoki/rānei i te pahikara. </w:t>
      </w:r>
    </w:p>
    <w:p w14:paraId="4888F9E1" w14:textId="3774ABF3" w:rsidR="006E2477" w:rsidRPr="00EC4BE4" w:rsidRDefault="006E2477" w:rsidP="00DC55D2">
      <w:pPr>
        <w:spacing w:after="120"/>
        <w:rPr>
          <w:bCs/>
        </w:rPr>
      </w:pPr>
      <w:r>
        <w:t>Whakakaupapahia ngā whakaahua hei whakaatu ka pā ngā mata totoka e rua ki hea.</w:t>
      </w:r>
    </w:p>
    <w:p w14:paraId="49E6FDE3" w14:textId="77777777" w:rsidR="006E2477" w:rsidRPr="00EC4BE4" w:rsidRDefault="006E2477" w:rsidP="00DC55D2">
      <w:pPr>
        <w:spacing w:after="120"/>
      </w:pPr>
    </w:p>
    <w:p w14:paraId="3DA6BC71" w14:textId="77777777" w:rsidR="006E2477" w:rsidRPr="00EC4BE4" w:rsidRDefault="006E2477" w:rsidP="00DC55D2">
      <w:pPr>
        <w:pStyle w:val="Heading3"/>
        <w:spacing w:after="120"/>
      </w:pPr>
      <w:r>
        <w:t xml:space="preserve">6.2 Te tūhura i ngā tōpana wakuwaku me tētahi puka hura pikitia </w:t>
      </w:r>
    </w:p>
    <w:p w14:paraId="4097FFC3" w14:textId="77777777" w:rsidR="006E2477" w:rsidRPr="00EC4BE4" w:rsidRDefault="006E2477" w:rsidP="00DC55D2">
      <w:pPr>
        <w:spacing w:after="120"/>
        <w:rPr>
          <w:b/>
        </w:rPr>
      </w:pPr>
    </w:p>
    <w:p w14:paraId="223BA4F9" w14:textId="77777777" w:rsidR="006E2477" w:rsidRPr="00EC4BE4" w:rsidRDefault="006E2477" w:rsidP="00DC55D2">
      <w:pPr>
        <w:spacing w:after="120"/>
      </w:pPr>
      <w:r>
        <w:t>[Te whakapāpā huatau]</w:t>
      </w:r>
    </w:p>
    <w:p w14:paraId="6534A2B8" w14:textId="77777777" w:rsidR="006E2477" w:rsidRPr="00EC4BE4" w:rsidRDefault="006E2477" w:rsidP="00DC55D2">
      <w:pPr>
        <w:spacing w:after="120"/>
        <w:rPr>
          <w:b/>
        </w:rPr>
      </w:pPr>
      <w:r>
        <w:t>[Ka hono ki Ngā Wāhi Ako o Te Marautanga o Aotearoa: Waihanga Whakamārama Reo Pūtaiao;]</w:t>
      </w:r>
    </w:p>
    <w:p w14:paraId="2F536AE0" w14:textId="77777777" w:rsidR="006E2477" w:rsidRPr="00EC4BE4" w:rsidRDefault="006E2477" w:rsidP="00DC55D2">
      <w:pPr>
        <w:spacing w:after="120"/>
        <w:rPr>
          <w:bCs/>
        </w:rPr>
      </w:pPr>
      <w:r>
        <w:t xml:space="preserve">Hei tūhura i ngā tōpana wakuwaku; hei tauira, te hōpara i te ara me te neke a tētahi māpere e rōra haere ana i tētahi tauheke i ngā mata i hangaia ki ngā papanga rerekē, he pahikara rānei e rōra haere ana i tētahi rōnaki, ā, i ngā mata rerekē. </w:t>
      </w:r>
    </w:p>
    <w:p w14:paraId="2E37DAC8" w14:textId="77777777" w:rsidR="006E2477" w:rsidRPr="00EC4BE4" w:rsidRDefault="006E2477" w:rsidP="00DC55D2">
      <w:pPr>
        <w:spacing w:after="120"/>
      </w:pPr>
    </w:p>
    <w:p w14:paraId="2FD10878" w14:textId="77777777" w:rsidR="006E2477" w:rsidRPr="00EC4BE4" w:rsidRDefault="006E2477" w:rsidP="00DC55D2">
      <w:pPr>
        <w:spacing w:after="120"/>
      </w:pPr>
      <w:r>
        <w:t>Tonoa ngā ākonga ki te:</w:t>
      </w:r>
    </w:p>
    <w:p w14:paraId="013EA6F5" w14:textId="77777777" w:rsidR="006E2477" w:rsidRDefault="006E2477" w:rsidP="00DC55D2">
      <w:pPr>
        <w:spacing w:after="120"/>
        <w:rPr>
          <w:rFonts w:cs="Verdana"/>
          <w:color w:val="242424"/>
        </w:rPr>
      </w:pPr>
      <w:r>
        <w:rPr>
          <w:color w:val="242424"/>
        </w:rPr>
        <w:t xml:space="preserve">Pānuitia te wāhanga "Intersections with traffic lights" ki </w:t>
      </w:r>
      <w:r>
        <w:rPr>
          <w:i/>
          <w:color w:val="242424"/>
        </w:rPr>
        <w:t>The New Zealand code for cycling</w:t>
      </w:r>
      <w:r>
        <w:rPr>
          <w:color w:val="242424"/>
        </w:rPr>
        <w:t xml:space="preserve"> </w:t>
      </w:r>
    </w:p>
    <w:p w14:paraId="5B97C3CB" w14:textId="77777777" w:rsidR="006E2477" w:rsidRPr="00B67D50" w:rsidRDefault="00E959AD" w:rsidP="00DC55D2">
      <w:pPr>
        <w:spacing w:after="120"/>
        <w:rPr>
          <w:highlight w:val="yellow"/>
        </w:rPr>
      </w:pPr>
      <w:hyperlink r:id="rId11" w:history="1">
        <w:r w:rsidR="003656BC">
          <w:rPr>
            <w:rStyle w:val="Hyperlink"/>
          </w:rPr>
          <w:t>He pūtahitanga whai tūrama ikiiki</w:t>
        </w:r>
      </w:hyperlink>
    </w:p>
    <w:p w14:paraId="683F24D4" w14:textId="77777777" w:rsidR="006E2477" w:rsidRPr="00EC4BE4" w:rsidRDefault="006E2477" w:rsidP="00DC55D2">
      <w:pPr>
        <w:spacing w:after="120"/>
      </w:pPr>
      <w:r>
        <w:t>Pānui kia kotahi i te iti rawa o ngā tuhipānui e whai ake mō ngā tōpana ka whakamahia ina pereki ana.</w:t>
      </w:r>
    </w:p>
    <w:p w14:paraId="5974B567" w14:textId="77777777" w:rsidR="006E2477" w:rsidRPr="00084FBE" w:rsidRDefault="00E959AD" w:rsidP="00DC55D2">
      <w:pPr>
        <w:spacing w:after="120"/>
        <w:rPr>
          <w:rFonts w:cs="Verdana"/>
          <w:color w:val="242424"/>
        </w:rPr>
      </w:pPr>
      <w:hyperlink r:id="rId12" w:history="1">
        <w:r w:rsidR="003656BC">
          <w:rPr>
            <w:rStyle w:val="Hyperlink"/>
          </w:rPr>
          <w:t>Te pūtaiao o te eke pahikara (Exploratorium)</w:t>
        </w:r>
      </w:hyperlink>
      <w:r w:rsidR="003656BC">
        <w:rPr>
          <w:color w:val="242424"/>
        </w:rPr>
        <w:t xml:space="preserve"> </w:t>
      </w:r>
    </w:p>
    <w:p w14:paraId="6D6008D5" w14:textId="77777777" w:rsidR="006E2477" w:rsidRPr="00084FBE" w:rsidRDefault="00E959AD" w:rsidP="00DC55D2">
      <w:pPr>
        <w:spacing w:after="120"/>
        <w:rPr>
          <w:rFonts w:cs="Verdana"/>
          <w:color w:val="242424"/>
        </w:rPr>
      </w:pPr>
      <w:hyperlink r:id="rId13" w:history="1">
        <w:r w:rsidR="003656BC">
          <w:rPr>
            <w:rStyle w:val="Hyperlink"/>
          </w:rPr>
          <w:t>Te koutata eke pahikara (Science Learning Hub)</w:t>
        </w:r>
      </w:hyperlink>
      <w:r w:rsidR="003656BC">
        <w:rPr>
          <w:color w:val="242424"/>
        </w:rPr>
        <w:t xml:space="preserve"> </w:t>
      </w:r>
    </w:p>
    <w:p w14:paraId="183FBA1C" w14:textId="77777777" w:rsidR="006E2477" w:rsidRDefault="00E959AD" w:rsidP="00DC55D2">
      <w:pPr>
        <w:spacing w:after="120"/>
        <w:rPr>
          <w:rFonts w:cs="Verdana"/>
          <w:color w:val="242424"/>
        </w:rPr>
      </w:pPr>
      <w:hyperlink r:id="rId14" w:history="1">
        <w:r w:rsidR="003656BC">
          <w:rPr>
            <w:rStyle w:val="Hyperlink"/>
          </w:rPr>
          <w:t>Te tumu pahikara</w:t>
        </w:r>
      </w:hyperlink>
      <w:r w:rsidR="003656BC">
        <w:rPr>
          <w:color w:val="242424"/>
        </w:rPr>
        <w:t xml:space="preserve"> </w:t>
      </w:r>
    </w:p>
    <w:p w14:paraId="4ECFEAE8" w14:textId="77777777" w:rsidR="006E2477" w:rsidRDefault="006E2477" w:rsidP="00DC55D2">
      <w:pPr>
        <w:spacing w:after="120"/>
      </w:pPr>
      <w:r>
        <w:t xml:space="preserve">Tonoa ngā ākonga kia mahi takirua kia hangaia he putanga hukihuki o tētahi pukapuka hura pikitia. </w:t>
      </w:r>
    </w:p>
    <w:p w14:paraId="1973AA77" w14:textId="77777777" w:rsidR="006E2477" w:rsidRPr="00EC4BE4" w:rsidRDefault="006E2477" w:rsidP="00DC55D2">
      <w:pPr>
        <w:spacing w:after="120"/>
      </w:pPr>
      <w:r>
        <w:t>Me tapa ko 'Kei hea te tōpana wakuwaku?' ka whakamahi hei tuku karere mō te pereki.</w:t>
      </w:r>
    </w:p>
    <w:p w14:paraId="055F4517" w14:textId="77777777" w:rsidR="006E2477" w:rsidRDefault="006E2477" w:rsidP="00DC55D2">
      <w:pPr>
        <w:spacing w:after="120"/>
      </w:pPr>
      <w:r>
        <w:t>Whakamahia ngā kupu me ngā atahanga (tātuhinga raina, mahi whakapiripiri, pāpāho hanumi) hei whakaputa i te kōrero e whakamahia ana e ngā kaieke pahikara ngā rori mā ngā tikanga rerekē maha engari ka whakamahia e rātau katoa te wakuwaku ka whakapōturi me te tū.</w:t>
      </w:r>
    </w:p>
    <w:p w14:paraId="32EA3D20" w14:textId="77777777" w:rsidR="006E2477" w:rsidRPr="00752CE4" w:rsidRDefault="006E2477" w:rsidP="00DC55D2">
      <w:pPr>
        <w:spacing w:after="120"/>
      </w:pPr>
      <w:r>
        <w:t>Hei tauira, me whakamahi ngā atahanga hei whakatauira i ngā kaieke pahikara e rima tino rerekē, ā, ka whakatakoto haere i tētahi ki raro i ngā uhi me tētahi whakaahuatanga e kī ana 'Ko wai ahau?' Ka hiki ana te uhi kua huraina ko tētahi kaieke pahikara kei te whārangi e whakamahi ana i te wakuwaku hei whakapōturi me te whakatū i tētahi pahikara.</w:t>
      </w:r>
    </w:p>
    <w:p w14:paraId="5F37D030" w14:textId="77777777" w:rsidR="006E2477" w:rsidRDefault="006E2477" w:rsidP="00DC55D2">
      <w:pPr>
        <w:spacing w:after="120"/>
      </w:pPr>
      <w:r>
        <w:t xml:space="preserve">I mua i tō tīmata ki te whakariterite i tō pukapuka, me tirotiro ngā tauira maha o ngā pukapuka hura pikitia kia kite ai he pēhea te mahi. </w:t>
      </w:r>
    </w:p>
    <w:p w14:paraId="7B3A99ED" w14:textId="77777777" w:rsidR="006E2477" w:rsidRPr="00EC4BE4" w:rsidRDefault="006E2477" w:rsidP="00DC55D2">
      <w:pPr>
        <w:spacing w:after="120"/>
      </w:pPr>
      <w:r>
        <w:t>Hei tauira:</w:t>
      </w:r>
    </w:p>
    <w:p w14:paraId="123006CC" w14:textId="77777777" w:rsidR="006E2477" w:rsidRPr="00751919" w:rsidRDefault="00E959AD" w:rsidP="00DC55D2">
      <w:pPr>
        <w:spacing w:after="120"/>
      </w:pPr>
      <w:hyperlink r:id="rId15" w:history="1">
        <w:r w:rsidR="003656BC">
          <w:rPr>
            <w:rStyle w:val="Hyperlink"/>
          </w:rPr>
          <w:t>Where is Maisy?: He pukapuka hura pikitia</w:t>
        </w:r>
      </w:hyperlink>
      <w:r w:rsidR="003656BC">
        <w:t> nā Lucy Cousins</w:t>
      </w:r>
    </w:p>
    <w:p w14:paraId="57817096" w14:textId="77777777" w:rsidR="006E2477" w:rsidRPr="00751919" w:rsidRDefault="00E959AD" w:rsidP="00DC55D2">
      <w:pPr>
        <w:spacing w:after="120"/>
      </w:pPr>
      <w:hyperlink r:id="rId16" w:history="1">
        <w:r w:rsidR="003656BC">
          <w:rPr>
            <w:rStyle w:val="Hyperlink"/>
          </w:rPr>
          <w:t>Where's My Baby?</w:t>
        </w:r>
      </w:hyperlink>
      <w:r w:rsidR="003656BC">
        <w:t> nā H. A. Rey</w:t>
      </w:r>
    </w:p>
    <w:p w14:paraId="1BC91857" w14:textId="77777777" w:rsidR="006E2477" w:rsidRPr="00751919" w:rsidRDefault="00E959AD" w:rsidP="00DC55D2">
      <w:pPr>
        <w:spacing w:after="120"/>
      </w:pPr>
      <w:hyperlink r:id="rId17" w:history="1">
        <w:r w:rsidR="003656BC">
          <w:rPr>
            <w:rStyle w:val="Hyperlink"/>
          </w:rPr>
          <w:t>Dear Zoo: He pukapuka hura pikitia</w:t>
        </w:r>
      </w:hyperlink>
      <w:r w:rsidR="003656BC">
        <w:t> nā Rod Campbell</w:t>
      </w:r>
    </w:p>
    <w:p w14:paraId="0CB78006" w14:textId="77777777" w:rsidR="006E2477" w:rsidRPr="00751919" w:rsidRDefault="00E959AD" w:rsidP="00DC55D2">
      <w:pPr>
        <w:spacing w:after="120"/>
      </w:pPr>
      <w:hyperlink r:id="rId18" w:history="1">
        <w:r w:rsidR="003656BC">
          <w:rPr>
            <w:rStyle w:val="Hyperlink"/>
          </w:rPr>
          <w:t xml:space="preserve">Grandma, Where Are You? </w:t>
        </w:r>
      </w:hyperlink>
      <w:r w:rsidR="003656BC">
        <w:t> nā Harriet Ziefert</w:t>
      </w:r>
    </w:p>
    <w:p w14:paraId="76B7256B" w14:textId="77777777" w:rsidR="006E2477" w:rsidRPr="00751919" w:rsidRDefault="00E959AD" w:rsidP="00DC55D2">
      <w:pPr>
        <w:spacing w:after="120"/>
      </w:pPr>
      <w:hyperlink r:id="rId19" w:history="1">
        <w:r w:rsidR="003656BC">
          <w:rPr>
            <w:rStyle w:val="Hyperlink"/>
          </w:rPr>
          <w:t>Where’s Spot</w:t>
        </w:r>
      </w:hyperlink>
      <w:r w:rsidR="003656BC">
        <w:t xml:space="preserve"> nā Eric Hill</w:t>
      </w:r>
    </w:p>
    <w:p w14:paraId="6B235F66" w14:textId="77777777" w:rsidR="006E2477" w:rsidRPr="00EC4BE4" w:rsidRDefault="00E959AD" w:rsidP="00DC55D2">
      <w:pPr>
        <w:spacing w:after="120"/>
      </w:pPr>
      <w:hyperlink r:id="rId20" w:history="1">
        <w:r w:rsidR="003656BC">
          <w:rPr>
            <w:rStyle w:val="Hyperlink"/>
          </w:rPr>
          <w:t>Little Red Riding Hood</w:t>
        </w:r>
      </w:hyperlink>
      <w:r w:rsidR="003656BC">
        <w:t xml:space="preserve"> nā Nick Sharratt rāua ko Stephen Tucker </w:t>
      </w:r>
    </w:p>
    <w:p w14:paraId="3F140BA9" w14:textId="77777777" w:rsidR="006E2477" w:rsidRPr="00EC4BE4" w:rsidRDefault="006E2477" w:rsidP="00DC55D2">
      <w:pPr>
        <w:spacing w:after="120"/>
      </w:pPr>
      <w:r>
        <w:t>Tautohua ngā tikanga ka whakamahia e ēnei kaituhi, kaitātuhi hoki, pērā i tētahi ariā māmā te whai, huatau nui rānei; te whakamahi i ngā kīanga tāruarua, me te whakaraupapa i te pukapuka me tētahi tauira tatau, ngā pātai me ngā whakautu rānei.</w:t>
      </w:r>
    </w:p>
    <w:p w14:paraId="7F10378B" w14:textId="77777777" w:rsidR="006E2477" w:rsidRPr="00EC4BE4" w:rsidRDefault="006E2477" w:rsidP="00DC55D2">
      <w:pPr>
        <w:spacing w:after="120"/>
      </w:pPr>
      <w:r>
        <w:t>Ka whiwhi whakaaro anō pea koe mā te rangahau i te hītori o ngā pukapuka hura pikitia me ngā pukapuka whakaara noa.</w:t>
      </w:r>
    </w:p>
    <w:p w14:paraId="2C2FD7F1" w14:textId="77777777" w:rsidR="006E2477" w:rsidRPr="00EC4BE4" w:rsidRDefault="00E959AD" w:rsidP="00DC55D2">
      <w:pPr>
        <w:spacing w:after="120"/>
      </w:pPr>
      <w:hyperlink r:id="rId21" w:history="1">
        <w:r w:rsidR="003656BC">
          <w:rPr>
            <w:rStyle w:val="Hyperlink"/>
          </w:rPr>
          <w:t>Paper engineering: fold, pull, pop &amp; turn (Smithsonian Libraries, YouTube)</w:t>
        </w:r>
      </w:hyperlink>
    </w:p>
    <w:p w14:paraId="427C098C" w14:textId="77777777" w:rsidR="006E2477" w:rsidRPr="00EC4BE4" w:rsidRDefault="006E2477" w:rsidP="00DC55D2">
      <w:pPr>
        <w:spacing w:after="120"/>
      </w:pPr>
      <w:r>
        <w:lastRenderedPageBreak/>
        <w:t>Tiro tuihono mō ngā tohutohu me pēhea te mahi pukapuka hura pikitia.</w:t>
      </w:r>
    </w:p>
    <w:p w14:paraId="2B872743" w14:textId="77777777" w:rsidR="006E2477" w:rsidRPr="00EC4BE4" w:rsidRDefault="00E959AD" w:rsidP="00DC55D2">
      <w:pPr>
        <w:spacing w:after="120"/>
      </w:pPr>
      <w:hyperlink r:id="rId22" w:history="1">
        <w:r w:rsidR="003656BC">
          <w:rPr>
            <w:rStyle w:val="Hyperlink"/>
          </w:rPr>
          <w:t>How to make a lift-the-flap book (YouTube)</w:t>
        </w:r>
      </w:hyperlink>
    </w:p>
    <w:p w14:paraId="7AFA024A" w14:textId="77777777" w:rsidR="006E2477" w:rsidRPr="00EC4BE4" w:rsidRDefault="00E959AD" w:rsidP="00DC55D2">
      <w:pPr>
        <w:spacing w:after="120"/>
      </w:pPr>
      <w:hyperlink r:id="rId23" w:history="1">
        <w:r w:rsidR="003656BC">
          <w:rPr>
            <w:rStyle w:val="Hyperlink"/>
          </w:rPr>
          <w:t>Flap happy shapes (YouTube)</w:t>
        </w:r>
      </w:hyperlink>
      <w:r w:rsidR="003656BC">
        <w:t xml:space="preserve"> </w:t>
      </w:r>
    </w:p>
    <w:p w14:paraId="6436BFA0" w14:textId="77777777" w:rsidR="006E2477" w:rsidRPr="00EC4BE4" w:rsidRDefault="00E959AD" w:rsidP="00DC55D2">
      <w:pPr>
        <w:spacing w:after="120"/>
      </w:pPr>
      <w:hyperlink r:id="rId24" w:history="1">
        <w:r w:rsidR="003656BC">
          <w:rPr>
            <w:rStyle w:val="Hyperlink"/>
          </w:rPr>
          <w:t>Lift-the-flap fact book (YouTube)</w:t>
        </w:r>
      </w:hyperlink>
      <w:r w:rsidR="003656BC">
        <w:t xml:space="preserve"> </w:t>
      </w:r>
    </w:p>
    <w:p w14:paraId="236248F3" w14:textId="77777777" w:rsidR="006E2477" w:rsidRDefault="006E2477" w:rsidP="00DC55D2">
      <w:pPr>
        <w:spacing w:after="120"/>
      </w:pPr>
      <w:r>
        <w:t xml:space="preserve">Ina mahi ana i tō pukapuka hura pikitia, me whai whakaaro ki ētahi o ngā 'huatau nui' me 'ngā wheako' e hiahia ana koe kia whakawhitiwhiti. </w:t>
      </w:r>
    </w:p>
    <w:p w14:paraId="0C95545E" w14:textId="77777777" w:rsidR="006E2477" w:rsidRPr="00EC4BE4" w:rsidRDefault="006E2477" w:rsidP="00E959AD">
      <w:r>
        <w:t>Me pātai ki a koe anō he pēhea tō whakamahi i ngā uhi me ētahi kupu i āta tohua hei āwhina ki te whakaatu i taua kōrero.</w:t>
      </w:r>
    </w:p>
    <w:p w14:paraId="57D25591" w14:textId="77777777" w:rsidR="006E2477" w:rsidRPr="00EC4BE4" w:rsidRDefault="006E2477" w:rsidP="00E959AD"/>
    <w:p w14:paraId="3B297717" w14:textId="77777777" w:rsidR="006E2477" w:rsidRPr="00EC4BE4" w:rsidRDefault="006E2477" w:rsidP="00DC55D2">
      <w:pPr>
        <w:pStyle w:val="Heading3"/>
        <w:spacing w:after="120"/>
      </w:pPr>
      <w:r>
        <w:t>6.3. Ka roa atu te tawhiti o te tū i te mākū</w:t>
      </w:r>
    </w:p>
    <w:p w14:paraId="40CA77E9" w14:textId="77777777" w:rsidR="006E2477" w:rsidRPr="00EC4BE4" w:rsidRDefault="006E2477" w:rsidP="00E959AD"/>
    <w:p w14:paraId="3266F538" w14:textId="77777777" w:rsidR="006E2477" w:rsidRPr="00EC4BE4" w:rsidRDefault="006E2477" w:rsidP="00DC55D2">
      <w:pPr>
        <w:spacing w:after="120"/>
      </w:pPr>
      <w:r>
        <w:t>[Te whawhānui huatau]</w:t>
      </w:r>
    </w:p>
    <w:p w14:paraId="32DA3B70" w14:textId="77777777" w:rsidR="006E2477" w:rsidRPr="00EC4BE4" w:rsidRDefault="006E2477" w:rsidP="00DC55D2">
      <w:pPr>
        <w:spacing w:after="120"/>
      </w:pPr>
      <w:r>
        <w:t>[Ka hono ki Ngā Wāhi Ako o Te Marautanga o Aotearoa: Waihanga Whakamārama Reo Ingarihi; Hangarau; Ngā Pūtaiao Pāpori]</w:t>
      </w:r>
    </w:p>
    <w:p w14:paraId="79270636" w14:textId="77777777" w:rsidR="006E2477" w:rsidRPr="00EC4BE4" w:rsidRDefault="006E2477" w:rsidP="00E959AD"/>
    <w:p w14:paraId="69262D3E" w14:textId="77777777" w:rsidR="006E2477" w:rsidRPr="00EC4BE4" w:rsidRDefault="006E2477" w:rsidP="00DC55D2">
      <w:pPr>
        <w:spacing w:after="120"/>
      </w:pPr>
      <w:r>
        <w:t>E hia te roa e tū i tētahi tōpana wakuwaku tahatahi tētahi pahikara?</w:t>
      </w:r>
    </w:p>
    <w:p w14:paraId="78A28574" w14:textId="77777777" w:rsidR="006E2477" w:rsidRDefault="006E2477" w:rsidP="00DC55D2">
      <w:pPr>
        <w:spacing w:after="120"/>
      </w:pPr>
      <w:r>
        <w:t>Me whakamahi ō akoranga pūtaiao mai i te mahinga o mua hei whakaraupapa tika i ngā atahanga hei whakaatu i te kōrero mō ngā tōpana i whakamahia hei huri i te tere o tētahi pahikara ina whakapōturi ana.</w:t>
      </w:r>
    </w:p>
    <w:p w14:paraId="0DE69C7E" w14:textId="77777777" w:rsidR="006E2477" w:rsidRDefault="006E2477" w:rsidP="00DC55D2">
      <w:pPr>
        <w:spacing w:after="120"/>
      </w:pPr>
      <w:r>
        <w:t>Kei hea e pā ana te tōpana kore taurite?</w:t>
      </w:r>
    </w:p>
    <w:p w14:paraId="630E503C" w14:textId="77777777" w:rsidR="006E2477" w:rsidRPr="00EC4BE4" w:rsidRDefault="006E2477" w:rsidP="00DC55D2">
      <w:pPr>
        <w:spacing w:after="120"/>
      </w:pPr>
      <w:r>
        <w:t>Me whakamahi ngā kupu pērā i te tōpana tō, huri i te tere, whakapōturi, whakatere ake, tōpana tūnoa me te wakuwaku.</w:t>
      </w:r>
    </w:p>
    <w:p w14:paraId="3728EC0F" w14:textId="77777777" w:rsidR="006E2477" w:rsidRPr="00EC4BE4" w:rsidRDefault="006E2477" w:rsidP="00DC55D2">
      <w:pPr>
        <w:spacing w:after="120"/>
      </w:pPr>
      <w:r>
        <w:t>Ka whakaatu pea ō atahanga i ngā tōpana e pā ana ki tētahi pahikara i ngā wāhi whai ake o te haerenga.</w:t>
      </w:r>
    </w:p>
    <w:p w14:paraId="30E095C0" w14:textId="77777777" w:rsidR="006E2477" w:rsidRPr="00EC4BE4" w:rsidRDefault="006E2477" w:rsidP="00DC55D2">
      <w:pPr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1811"/>
        <w:gridCol w:w="1795"/>
        <w:gridCol w:w="1820"/>
        <w:gridCol w:w="1792"/>
      </w:tblGrid>
      <w:tr w:rsidR="006E2477" w:rsidRPr="00EC4BE4" w14:paraId="0EB6CDF4" w14:textId="77777777" w:rsidTr="008C5E25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A28B" w14:textId="77777777" w:rsidR="006E2477" w:rsidRPr="00EC4BE4" w:rsidRDefault="006E2477" w:rsidP="00DC55D2">
            <w:pPr>
              <w:spacing w:after="120"/>
            </w:pPr>
            <w:r>
              <w:t>Tūnoa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8662" w14:textId="77777777" w:rsidR="006E2477" w:rsidRPr="00EC4BE4" w:rsidRDefault="006E2477" w:rsidP="00DC55D2">
            <w:pPr>
              <w:spacing w:after="120"/>
            </w:pPr>
            <w:r>
              <w:t>Whakatere ake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6046" w14:textId="77777777" w:rsidR="006E2477" w:rsidRPr="00EC4BE4" w:rsidRDefault="006E2477" w:rsidP="00DC55D2">
            <w:pPr>
              <w:spacing w:after="120"/>
            </w:pPr>
            <w:r>
              <w:t>Tere aumou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553E" w14:textId="77777777" w:rsidR="006E2477" w:rsidRPr="00EC4BE4" w:rsidRDefault="006E2477" w:rsidP="00DC55D2">
            <w:pPr>
              <w:spacing w:after="120"/>
            </w:pPr>
            <w:r>
              <w:t xml:space="preserve">Whakapōturi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F003" w14:textId="77777777" w:rsidR="006E2477" w:rsidRPr="00EC4BE4" w:rsidRDefault="006E2477" w:rsidP="00DC55D2">
            <w:pPr>
              <w:spacing w:after="120"/>
            </w:pPr>
            <w:r>
              <w:t>Tūnoa</w:t>
            </w:r>
          </w:p>
          <w:p w14:paraId="23895751" w14:textId="77777777" w:rsidR="006E2477" w:rsidRPr="00EC4BE4" w:rsidRDefault="006E2477" w:rsidP="00DC55D2">
            <w:pPr>
              <w:spacing w:after="120"/>
            </w:pPr>
          </w:p>
          <w:p w14:paraId="66E7890D" w14:textId="77777777" w:rsidR="006E2477" w:rsidRPr="00EC4BE4" w:rsidRDefault="006E2477" w:rsidP="00DC55D2">
            <w:pPr>
              <w:spacing w:after="120"/>
            </w:pPr>
          </w:p>
          <w:p w14:paraId="5B81B4A0" w14:textId="77777777" w:rsidR="006E2477" w:rsidRPr="00EC4BE4" w:rsidRDefault="006E2477" w:rsidP="00DC55D2">
            <w:pPr>
              <w:spacing w:after="120"/>
            </w:pPr>
          </w:p>
          <w:p w14:paraId="19FB5676" w14:textId="77777777" w:rsidR="006E2477" w:rsidRPr="00EC4BE4" w:rsidRDefault="006E2477" w:rsidP="00DC55D2">
            <w:pPr>
              <w:spacing w:after="120"/>
            </w:pPr>
          </w:p>
          <w:p w14:paraId="5A30BBC4" w14:textId="77777777" w:rsidR="006E2477" w:rsidRPr="00EC4BE4" w:rsidRDefault="006E2477" w:rsidP="00DC55D2">
            <w:pPr>
              <w:spacing w:after="120"/>
            </w:pPr>
          </w:p>
          <w:p w14:paraId="1AA0324F" w14:textId="77777777" w:rsidR="006E2477" w:rsidRPr="00EC4BE4" w:rsidRDefault="006E2477" w:rsidP="00DC55D2">
            <w:pPr>
              <w:spacing w:after="120"/>
            </w:pPr>
          </w:p>
        </w:tc>
      </w:tr>
    </w:tbl>
    <w:p w14:paraId="1607C789" w14:textId="77777777" w:rsidR="006E2477" w:rsidRPr="00EC4BE4" w:rsidRDefault="006E2477" w:rsidP="00DC55D2">
      <w:pPr>
        <w:spacing w:after="120"/>
      </w:pPr>
    </w:p>
    <w:p w14:paraId="437E8798" w14:textId="77777777" w:rsidR="006E2477" w:rsidRDefault="006E2477" w:rsidP="00DC55D2">
      <w:pPr>
        <w:spacing w:after="120"/>
      </w:pPr>
      <w:r>
        <w:t>He maha ngā kaieke pahikara e pōhēhē ana ki te ohorere te pereki a te waka i mua, ka kite te tangata e whai ake i muri ka pereki kia ōrite ai te tawhiti o te tū a ngā waka e rua.</w:t>
      </w:r>
    </w:p>
    <w:p w14:paraId="6824AE3B" w14:textId="77777777" w:rsidR="006E2477" w:rsidRDefault="006E2477" w:rsidP="00DC55D2">
      <w:pPr>
        <w:spacing w:after="120"/>
      </w:pPr>
      <w:r>
        <w:t>Engari, e 4 ngā āhuatanga o te tawhiti tū tapeke, e ai ki te tūtohi i raro.</w:t>
      </w:r>
    </w:p>
    <w:p w14:paraId="623CE95E" w14:textId="77777777" w:rsidR="006E2477" w:rsidRPr="00EC4BE4" w:rsidRDefault="006E2477" w:rsidP="00DC55D2">
      <w:pPr>
        <w:spacing w:after="120"/>
      </w:pPr>
      <w:r>
        <w:t xml:space="preserve">Ka taea ngā takamuri te whakauru ki ēnei wāhanga, ka taea pea te tawhiti o te tū te tino whakaroa ake, ā, ko te mutunga atu pea he tukinga. </w:t>
      </w:r>
    </w:p>
    <w:p w14:paraId="55D1B67B" w14:textId="77777777" w:rsidR="006E2477" w:rsidRPr="00EC4BE4" w:rsidRDefault="006E2477" w:rsidP="00DC55D2">
      <w:pPr>
        <w:spacing w:after="120"/>
      </w:pPr>
      <w:r>
        <w:t xml:space="preserve">Whakarōpūhia ngā ākonga kia mahi takirua ki te whakaara mai i ngā āhuatanga e taea ai te wā te whakaroa ake ia wahanga nei e hāpai nei i te wā tū. </w:t>
      </w:r>
    </w:p>
    <w:p w14:paraId="695265C5" w14:textId="77777777" w:rsidR="006E2477" w:rsidRPr="00EC4BE4" w:rsidRDefault="006E2477" w:rsidP="00DC55D2">
      <w:pPr>
        <w:spacing w:after="120"/>
      </w:pPr>
      <w:r>
        <w:t xml:space="preserve">He pēhea te whakaawe a ngā huarere mākū i ia āhuatanga nei? </w:t>
      </w:r>
    </w:p>
    <w:p w14:paraId="191735A6" w14:textId="1FE1C58A" w:rsidR="00083250" w:rsidRDefault="00083250">
      <w:r>
        <w:br w:type="page"/>
      </w:r>
    </w:p>
    <w:p w14:paraId="2A71D72E" w14:textId="77777777" w:rsidR="006E2477" w:rsidRDefault="006E2477" w:rsidP="00DC55D2">
      <w:pPr>
        <w:spacing w:after="120"/>
        <w:rPr>
          <w:b/>
        </w:rPr>
      </w:pPr>
      <w:r>
        <w:rPr>
          <w:b/>
        </w:rPr>
        <w:lastRenderedPageBreak/>
        <w:t>E whā ngā wāhanga o te tawhiti tū tapeke o tētahi pahikara.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46"/>
        <w:gridCol w:w="2247"/>
        <w:gridCol w:w="2256"/>
      </w:tblGrid>
      <w:tr w:rsidR="006E2477" w:rsidRPr="00EC4BE4" w14:paraId="1F9FA4ED" w14:textId="77777777" w:rsidTr="00083250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8269" w14:textId="77777777" w:rsidR="006E2477" w:rsidRPr="00EC4BE4" w:rsidRDefault="006E2477" w:rsidP="00DC55D2">
            <w:pPr>
              <w:spacing w:after="120"/>
            </w:pPr>
            <w:r>
              <w:t xml:space="preserve">E hia te roa </w:t>
            </w:r>
            <w:r w:rsidRPr="00EC4BE4">
              <w:rPr>
                <w:b/>
              </w:rPr>
              <w:t>kātahi anō ka kite te kaieke pahikara i te pūmate</w:t>
            </w:r>
            <w:r>
              <w:t>. Mēnā ka warea tētahi kaieke pahikara, kāore pea e kitea wawetia te pūmate.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AA12" w14:textId="77777777" w:rsidR="006E2477" w:rsidRPr="00EC4BE4" w:rsidRDefault="006E2477" w:rsidP="00DC55D2">
            <w:pPr>
              <w:spacing w:after="120"/>
            </w:pPr>
            <w:r>
              <w:t xml:space="preserve">E hia te roa mō te </w:t>
            </w:r>
            <w:r w:rsidRPr="00EC4BE4">
              <w:rPr>
                <w:b/>
              </w:rPr>
              <w:t>urupare a te kaieke pahikara</w:t>
            </w:r>
            <w:r>
              <w:t xml:space="preserve"> ki te pūmate me te whakamahi i ngā pereki.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9A9" w14:textId="77777777" w:rsidR="006E2477" w:rsidRPr="00EC4BE4" w:rsidRDefault="006E2477" w:rsidP="00DC55D2">
            <w:pPr>
              <w:spacing w:after="120"/>
            </w:pPr>
            <w:r>
              <w:t xml:space="preserve">Ko te roa o te </w:t>
            </w:r>
            <w:r w:rsidRPr="00EC4BE4">
              <w:rPr>
                <w:b/>
              </w:rPr>
              <w:t xml:space="preserve">pahikara ki te urupare </w:t>
            </w:r>
            <w:r>
              <w:t>ki ngā mahi a te kaieke pahikara, kei te āhua o te mahi o te pūnaha pereki.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990F" w14:textId="77777777" w:rsidR="006E2477" w:rsidRPr="00EC4BE4" w:rsidRDefault="006E2477" w:rsidP="00DC55D2">
            <w:pPr>
              <w:spacing w:after="120"/>
            </w:pPr>
            <w:r>
              <w:rPr>
                <w:b/>
              </w:rPr>
              <w:t>Ko te whaitake o te pūnaha pereki o te pahikara</w:t>
            </w:r>
            <w:r w:rsidRPr="00EC4BE4">
              <w:t>, ā, e whakawhirinaki atu ki ngā pēhanga taia, momo pereki, mata rori, tauheke rori, taumaha pahikara, tarete tāia, whakangongo pātukinga, aha atu, aha atu.</w:t>
            </w:r>
          </w:p>
        </w:tc>
      </w:tr>
      <w:tr w:rsidR="006E2477" w:rsidRPr="00EC4BE4" w14:paraId="472A3D97" w14:textId="77777777" w:rsidTr="00083250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CEB8" w14:textId="77777777" w:rsidR="006E2477" w:rsidRPr="00EC4BE4" w:rsidRDefault="006E2477" w:rsidP="00DC55D2">
            <w:pPr>
              <w:spacing w:after="120"/>
              <w:rPr>
                <w:i/>
              </w:rPr>
            </w:pPr>
            <w:r>
              <w:rPr>
                <w:i/>
              </w:rPr>
              <w:t xml:space="preserve">Whakaahuahia he āhuatanga ka taea tēnei wā te whakaroa. </w:t>
            </w:r>
          </w:p>
          <w:p w14:paraId="30B552A5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  <w:p w14:paraId="373049B3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  <w:p w14:paraId="528835FD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C35" w14:textId="77777777" w:rsidR="006E2477" w:rsidRPr="00EC4BE4" w:rsidRDefault="006E2477" w:rsidP="00DC55D2">
            <w:pPr>
              <w:spacing w:after="120"/>
              <w:rPr>
                <w:i/>
              </w:rPr>
            </w:pPr>
            <w:r>
              <w:rPr>
                <w:i/>
              </w:rPr>
              <w:t xml:space="preserve">Whakaahuahia he āhuatanga ka taea tēnei wā te whakaroa. </w:t>
            </w:r>
          </w:p>
          <w:p w14:paraId="6B575A2A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E017" w14:textId="77777777" w:rsidR="006E2477" w:rsidRPr="00EC4BE4" w:rsidRDefault="006E2477" w:rsidP="00DC55D2">
            <w:pPr>
              <w:spacing w:after="120"/>
              <w:rPr>
                <w:i/>
              </w:rPr>
            </w:pPr>
            <w:r>
              <w:rPr>
                <w:i/>
              </w:rPr>
              <w:t xml:space="preserve">Whakaahuahia he āhuatanga ka taea tēnei wā te whakaroa. </w:t>
            </w:r>
          </w:p>
          <w:p w14:paraId="34E39C50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6741" w14:textId="77777777" w:rsidR="006E2477" w:rsidRPr="00EC4BE4" w:rsidRDefault="006E2477" w:rsidP="00DC55D2">
            <w:pPr>
              <w:spacing w:after="120"/>
              <w:rPr>
                <w:i/>
              </w:rPr>
            </w:pPr>
            <w:r>
              <w:rPr>
                <w:i/>
              </w:rPr>
              <w:t xml:space="preserve">Whakaahuahia he āhuatanga ka taea tēnei wā te whakaroa. </w:t>
            </w:r>
          </w:p>
          <w:p w14:paraId="13B5F950" w14:textId="77777777" w:rsidR="006E2477" w:rsidRPr="00EC4BE4" w:rsidRDefault="006E2477" w:rsidP="00DC55D2">
            <w:pPr>
              <w:spacing w:after="120"/>
              <w:rPr>
                <w:i/>
              </w:rPr>
            </w:pPr>
          </w:p>
        </w:tc>
      </w:tr>
    </w:tbl>
    <w:p w14:paraId="3A89A74B" w14:textId="77777777" w:rsidR="006E2477" w:rsidRPr="00EC4BE4" w:rsidRDefault="006E2477" w:rsidP="00DC55D2">
      <w:pPr>
        <w:spacing w:after="120"/>
        <w:rPr>
          <w:b/>
        </w:rPr>
      </w:pPr>
    </w:p>
    <w:p w14:paraId="4DE3AF21" w14:textId="77777777" w:rsidR="006E2477" w:rsidRDefault="006E2477" w:rsidP="00DC55D2">
      <w:pPr>
        <w:spacing w:after="120"/>
        <w:rPr>
          <w:b/>
        </w:rPr>
      </w:pPr>
      <w:r>
        <w:rPr>
          <w:b/>
        </w:rPr>
        <w:t>Ngā tawhiti tū i roto pahikara</w:t>
      </w:r>
    </w:p>
    <w:p w14:paraId="32C25862" w14:textId="77777777" w:rsidR="006E2477" w:rsidRDefault="006E2477" w:rsidP="00DC55D2">
      <w:pPr>
        <w:spacing w:after="120"/>
      </w:pPr>
      <w:r>
        <w:t>E hāngai ana ngā whakaritenga mō te tawhiti tū ki ngā waka katoa e whakamahi ana i ngā rori.</w:t>
      </w:r>
    </w:p>
    <w:p w14:paraId="64C587CF" w14:textId="77777777" w:rsidR="006E2477" w:rsidRDefault="006E2477" w:rsidP="00DC55D2">
      <w:pPr>
        <w:spacing w:after="120"/>
      </w:pPr>
      <w:r>
        <w:t xml:space="preserve">Ina whai haere ngā kaieke pahikara i ētahi atu waka, me mātua waiho he wāhanga kia taea ai te tū mēnā ka tū ohorere te waka i mua, ka puta ohorere mai rānei he waka i mua i te waka. </w:t>
      </w:r>
    </w:p>
    <w:p w14:paraId="08F7F2BC" w14:textId="77777777" w:rsidR="006E2477" w:rsidRPr="00EC4BE4" w:rsidRDefault="006E2477" w:rsidP="00DC55D2">
      <w:pPr>
        <w:spacing w:after="120"/>
      </w:pPr>
    </w:p>
    <w:p w14:paraId="2B27C44E" w14:textId="77777777" w:rsidR="006E2477" w:rsidRPr="00820CBB" w:rsidRDefault="006E2477" w:rsidP="00DC55D2">
      <w:pPr>
        <w:spacing w:after="120"/>
        <w:rPr>
          <w:b/>
          <w:iCs/>
        </w:rPr>
      </w:pPr>
      <w:r>
        <w:rPr>
          <w:b/>
        </w:rPr>
        <w:t>Te tikanga rua hekona</w:t>
      </w:r>
    </w:p>
    <w:p w14:paraId="2FA2AC0B" w14:textId="77777777" w:rsidR="006E2477" w:rsidRPr="00820CBB" w:rsidRDefault="006E2477" w:rsidP="00DC55D2">
      <w:pPr>
        <w:spacing w:after="120"/>
        <w:rPr>
          <w:iCs/>
        </w:rPr>
      </w:pPr>
      <w:r>
        <w:t>I raro i ngā āhuatanga noa, he māmā te tikanga rua hekona kia mātua whakarite ai e rawaka ana te tawhiti whai haere i waenga i tō pahikara me te waka i mua, ahakoa te tere e haere ana koe.</w:t>
      </w:r>
    </w:p>
    <w:p w14:paraId="0EAEF552" w14:textId="6313B462" w:rsidR="006E2477" w:rsidRPr="00820CBB" w:rsidRDefault="006E2477" w:rsidP="00DC55D2">
      <w:pPr>
        <w:spacing w:after="120"/>
        <w:rPr>
          <w:iCs/>
        </w:rPr>
      </w:pPr>
      <w:r>
        <w:t>Hei tirotiro mēnā kei te 2 hēkona tō whai haere i muri i te waka i mua:</w:t>
      </w:r>
    </w:p>
    <w:p w14:paraId="6905FDAA" w14:textId="77777777" w:rsidR="006E2477" w:rsidRPr="00820CBB" w:rsidRDefault="006E2477" w:rsidP="00DC55D2">
      <w:pPr>
        <w:numPr>
          <w:ilvl w:val="0"/>
          <w:numId w:val="19"/>
        </w:numPr>
        <w:spacing w:after="120"/>
        <w:rPr>
          <w:iCs/>
        </w:rPr>
      </w:pPr>
      <w:r>
        <w:t>me mātakitaki i te waka i mua i a koe e hipa ana i tētahi tohu rori, tētahi atu mea rānei i runga, i waho rānei i te rori</w:t>
      </w:r>
    </w:p>
    <w:p w14:paraId="25E14969" w14:textId="77777777" w:rsidR="006E2477" w:rsidRPr="00820CBB" w:rsidRDefault="006E2477" w:rsidP="00DC55D2">
      <w:pPr>
        <w:numPr>
          <w:ilvl w:val="0"/>
          <w:numId w:val="19"/>
        </w:numPr>
        <w:spacing w:after="120"/>
        <w:rPr>
          <w:iCs/>
        </w:rPr>
      </w:pPr>
      <w:r>
        <w:t>i te hipanga o te tohu, me tīmata te tatau 'kotahi mano me te tahi, kotahi mano me te rua'</w:t>
      </w:r>
    </w:p>
    <w:p w14:paraId="4ECA1523" w14:textId="77777777" w:rsidR="006E2477" w:rsidRPr="00820CBB" w:rsidRDefault="006E2477" w:rsidP="00DC55D2">
      <w:pPr>
        <w:numPr>
          <w:ilvl w:val="0"/>
          <w:numId w:val="19"/>
        </w:numPr>
        <w:spacing w:after="120"/>
        <w:rPr>
          <w:iCs/>
        </w:rPr>
      </w:pPr>
      <w:r>
        <w:t xml:space="preserve">mēnā ka hipa i a koe te tohu i mua i te mutu o tō whakahua i aua kupu, he tata rawa tō whai - me whakapōturi, me kōwhiri anō tētahi tohu ka tārua i aua kupu hei mātua whakarite i whakaroahia e koe tō tawhiti whai haere. </w:t>
      </w:r>
    </w:p>
    <w:p w14:paraId="3999D14F" w14:textId="77777777" w:rsidR="006E2477" w:rsidRPr="00EC4BE4" w:rsidRDefault="006E2477" w:rsidP="00DC55D2">
      <w:pPr>
        <w:spacing w:after="120"/>
      </w:pPr>
    </w:p>
    <w:p w14:paraId="5CFF8543" w14:textId="77777777" w:rsidR="006E2477" w:rsidRDefault="006E2477" w:rsidP="00DC55D2">
      <w:pPr>
        <w:spacing w:after="120"/>
      </w:pPr>
      <w:r>
        <w:t>He tātaitai tuihono tā te Exploratorium e āhei ai koe ki te tatau i te tawhiti tū mō ngā kaieke paihikara.</w:t>
      </w:r>
      <w:hyperlink r:id="rId25" w:history="1"/>
      <w:r>
        <w:t xml:space="preserve"> </w:t>
      </w:r>
    </w:p>
    <w:p w14:paraId="51A832B5" w14:textId="77777777" w:rsidR="006E2477" w:rsidRDefault="006E2477" w:rsidP="00DC55D2">
      <w:pPr>
        <w:spacing w:after="120"/>
      </w:pPr>
      <w:r>
        <w:t xml:space="preserve">Kia mōhio: ka whirinaki ana tatauranga ki ngā tere ka tukuna e koe i te maero i te hāora, nō reira me whakahuri koe i ngā tere mai i ngā kiromita i te hāora ki ngā maero i te hāora i mua i tō whakauru i tēnei mōhiohio. Ka tukuna e te tātaitai ngā tawhiti tū i roto mita me te putu. </w:t>
      </w:r>
    </w:p>
    <w:p w14:paraId="3CAE1BA7" w14:textId="77777777" w:rsidR="006E2477" w:rsidRPr="00B67D50" w:rsidRDefault="00E959AD" w:rsidP="00DC55D2">
      <w:pPr>
        <w:spacing w:after="120"/>
      </w:pPr>
      <w:hyperlink r:id="rId26" w:history="1">
        <w:r w:rsidR="003656BC">
          <w:rPr>
            <w:rStyle w:val="Hyperlink"/>
          </w:rPr>
          <w:t>Te tumu me te tia (me he tātaitai – Exploratorium)</w:t>
        </w:r>
      </w:hyperlink>
    </w:p>
    <w:p w14:paraId="6815DECE" w14:textId="77777777" w:rsidR="006E2477" w:rsidRPr="00EC4BE4" w:rsidRDefault="006E2477" w:rsidP="00DC55D2">
      <w:pPr>
        <w:spacing w:after="120"/>
      </w:pPr>
      <w:r>
        <w:t xml:space="preserve">Me māka ētahi o ēnei tawhiti ki te papatākaro o te kura, whīra rānei mā te tioka, ngā koeke karaka me ngā rūri mita hei māka i ngā tawhiti tū āwhiwhi mō ngā kaieke pahikara e haere ana i ngā tere rerekē. </w:t>
      </w:r>
    </w:p>
    <w:p w14:paraId="2A117827" w14:textId="1C570F29" w:rsidR="00083250" w:rsidRDefault="00083250">
      <w:pPr>
        <w:rPr>
          <w:b/>
        </w:rPr>
      </w:pPr>
      <w:r>
        <w:rPr>
          <w:b/>
        </w:rPr>
        <w:br w:type="page"/>
      </w:r>
    </w:p>
    <w:p w14:paraId="7B3B388C" w14:textId="77777777" w:rsidR="006E2477" w:rsidRPr="00EC4BE4" w:rsidRDefault="006E2477" w:rsidP="00DC55D2">
      <w:pPr>
        <w:spacing w:after="120"/>
        <w:rPr>
          <w:b/>
        </w:rPr>
      </w:pPr>
      <w:r>
        <w:rPr>
          <w:b/>
        </w:rPr>
        <w:lastRenderedPageBreak/>
        <w:t>Mahi tāpiri: Ngā tawhiti tū i roto i ngā waka</w:t>
      </w:r>
    </w:p>
    <w:p w14:paraId="29F53E88" w14:textId="77777777" w:rsidR="006E2477" w:rsidRDefault="006E2477" w:rsidP="00DC55D2">
      <w:pPr>
        <w:spacing w:after="120"/>
      </w:pPr>
      <w:r>
        <w:t>Kei te Drive te wāhanga whaitake mō te hiranga o te tawhiti tū, ā, me pēhea e tika ai:</w:t>
      </w:r>
    </w:p>
    <w:p w14:paraId="406CC1FF" w14:textId="77777777" w:rsidR="006E2477" w:rsidRDefault="00E959AD" w:rsidP="00DC55D2">
      <w:pPr>
        <w:spacing w:after="120"/>
      </w:pPr>
      <w:hyperlink r:id="rId27" w:history="1">
        <w:r w:rsidR="003656BC">
          <w:rPr>
            <w:rStyle w:val="Hyperlink"/>
          </w:rPr>
          <w:t>Ngā tawhiti mō te whai (Drive)</w:t>
        </w:r>
      </w:hyperlink>
    </w:p>
    <w:p w14:paraId="275B1E44" w14:textId="77777777" w:rsidR="006E2477" w:rsidRDefault="006E2477" w:rsidP="00DC55D2">
      <w:pPr>
        <w:spacing w:after="120"/>
      </w:pPr>
      <w:r>
        <w:t>Tonoa ngā ākonga ki te:</w:t>
      </w:r>
    </w:p>
    <w:p w14:paraId="6DA4ED3E" w14:textId="77777777" w:rsidR="006E2477" w:rsidRDefault="006E2477" w:rsidP="00DC55D2">
      <w:pPr>
        <w:spacing w:after="120"/>
      </w:pPr>
      <w:r>
        <w:t>Mātakina tēnei ataata mō te hiranga o te tere me te tawhiti tū.</w:t>
      </w:r>
    </w:p>
    <w:p w14:paraId="6B2E5BDB" w14:textId="77777777" w:rsidR="006E2477" w:rsidRPr="00B67D50" w:rsidRDefault="00E959AD" w:rsidP="00DC55D2">
      <w:pPr>
        <w:spacing w:after="120"/>
      </w:pPr>
      <w:hyperlink r:id="rId28" w:history="1">
        <w:r w:rsidR="003656BC">
          <w:rPr>
            <w:rStyle w:val="Hyperlink"/>
          </w:rPr>
          <w:t>Ka tere ake tō taraiwa ka nui ake te mōrearea (Te Kaunihera o te Tai o Aorere)</w:t>
        </w:r>
      </w:hyperlink>
    </w:p>
    <w:p w14:paraId="6C86D5F8" w14:textId="77777777" w:rsidR="006E2477" w:rsidRDefault="006E2477" w:rsidP="00DC55D2">
      <w:pPr>
        <w:spacing w:after="120"/>
      </w:pPr>
      <w:r>
        <w:t>Whakamahia tētahi tātaitai tawhiti tū hei tātai i ngā tawhiti tū ki ngā mata huarahi rerekē ina hāereere ana i ngā tere rerekē.</w:t>
      </w:r>
    </w:p>
    <w:p w14:paraId="0BCB7D37" w14:textId="77777777" w:rsidR="006E2477" w:rsidRPr="00B67D50" w:rsidRDefault="00E959AD" w:rsidP="00DC55D2">
      <w:pPr>
        <w:spacing w:after="120"/>
      </w:pPr>
      <w:hyperlink r:id="rId29" w:history="1">
        <w:r w:rsidR="003656BC">
          <w:rPr>
            <w:rStyle w:val="Hyperlink"/>
          </w:rPr>
          <w:t>Tātaitai tawhiti tū</w:t>
        </w:r>
      </w:hyperlink>
    </w:p>
    <w:p w14:paraId="188F4CAC" w14:textId="77777777" w:rsidR="006E2477" w:rsidRPr="00EC4BE4" w:rsidRDefault="006E2477" w:rsidP="00DC55D2">
      <w:pPr>
        <w:spacing w:after="120"/>
      </w:pPr>
      <w:r>
        <w:t xml:space="preserve">I te papatākaro o te kura, whakamahia he tioka me ngā rūri mita hei māka i ngā tawhiti tū āwhiwhi mō ngā waka e haere ana i runga ake, i raro, me te tepenga tere o tētahi rori paetata e tata ana ki a koe. </w:t>
      </w:r>
    </w:p>
    <w:p w14:paraId="77D9D7DA" w14:textId="77777777" w:rsidR="006E2477" w:rsidRDefault="006E2477" w:rsidP="00DC55D2">
      <w:pPr>
        <w:spacing w:after="120"/>
      </w:pPr>
      <w:r>
        <w:t>Ko te tawhiti o te tū e hiahiatia ana he nui rawa i te nuinga o te wā hei ārai i tētahi tukinga.</w:t>
      </w:r>
    </w:p>
    <w:p w14:paraId="7B3AC293" w14:textId="77777777" w:rsidR="006E2477" w:rsidRDefault="006E2477" w:rsidP="00DC55D2">
      <w:pPr>
        <w:spacing w:after="120"/>
      </w:pPr>
      <w:r>
        <w:t xml:space="preserve">Mēnā he mania, he mākū rānei te rori, mēnā he tere rawa te haere a te kaitaraiwa, he pōturi rānei te urupare nā te taipakeke, nā te ngenge, nā te pānga o ngā pūroi, o te waipiro, o te rongoā rānei, nā ngā whakapōrearea (hei tauira, te patowaea, te huri i te waiata, te whakamahi waea pūkoro, te whakawhitiwhiti me ngā pāhīhī rānei), ka roa ake mō te waka ki te tū. </w:t>
      </w:r>
    </w:p>
    <w:p w14:paraId="18476F53" w14:textId="77777777" w:rsidR="006E2477" w:rsidRPr="00EC4BE4" w:rsidRDefault="006E2477" w:rsidP="00DC55D2">
      <w:pPr>
        <w:spacing w:after="120"/>
      </w:pPr>
      <w:r>
        <w:t>Ka taea anake e te kaitaraiwa te ārai tētahi tukinga mēnā ka kite ia i te kaitaraiwa, kaihīkoi rānei i mua rā anō.</w:t>
      </w:r>
    </w:p>
    <w:p w14:paraId="4F33B11F" w14:textId="77777777" w:rsidR="006E2477" w:rsidRPr="00B67D50" w:rsidRDefault="00E959AD" w:rsidP="00DC55D2">
      <w:pPr>
        <w:spacing w:after="120"/>
      </w:pPr>
      <w:hyperlink r:id="rId30" w:history="1">
        <w:r w:rsidR="003656BC">
          <w:rPr>
            <w:rStyle w:val="Hyperlink"/>
          </w:rPr>
          <w:t>Whakaaturanga tawhiti tū (Te Kaunihera o te Tai o Aorere)</w:t>
        </w:r>
      </w:hyperlink>
      <w:r w:rsidR="003656BC">
        <w:t xml:space="preserve"> </w:t>
      </w:r>
    </w:p>
    <w:p w14:paraId="0D1ED40C" w14:textId="77777777" w:rsidR="006E2477" w:rsidRPr="007C5EF9" w:rsidRDefault="00E959AD" w:rsidP="00DC55D2">
      <w:pPr>
        <w:spacing w:after="120"/>
        <w:rPr>
          <w:iCs/>
        </w:rPr>
      </w:pPr>
      <w:hyperlink r:id="rId31" w:history="1">
        <w:r w:rsidR="003656BC">
          <w:rPr>
            <w:rStyle w:val="Hyperlink"/>
          </w:rPr>
          <w:t>Te tawhiti mō te whai (New Zealand road code)</w:t>
        </w:r>
      </w:hyperlink>
    </w:p>
    <w:p w14:paraId="72B98568" w14:textId="77777777" w:rsidR="006E2477" w:rsidRPr="00B67D50" w:rsidRDefault="00E959AD" w:rsidP="00DC55D2">
      <w:pPr>
        <w:spacing w:after="120"/>
      </w:pPr>
      <w:hyperlink r:id="rId32" w:history="1">
        <w:r w:rsidR="003656BC">
          <w:rPr>
            <w:rStyle w:val="Hyperlink"/>
          </w:rPr>
          <w:t>Te tawhiti tū (RAC UK)</w:t>
        </w:r>
      </w:hyperlink>
    </w:p>
    <w:p w14:paraId="523FD7B3" w14:textId="77777777" w:rsidR="006E2477" w:rsidRDefault="00E959AD" w:rsidP="00DC55D2">
      <w:pPr>
        <w:spacing w:after="120"/>
      </w:pPr>
      <w:hyperlink r:id="rId33" w:history="1">
        <w:r w:rsidR="003656BC">
          <w:rPr>
            <w:rStyle w:val="Hyperlink"/>
          </w:rPr>
          <w:t>Te tawhiti tū (One Special Science Teacher)</w:t>
        </w:r>
      </w:hyperlink>
      <w:r w:rsidR="003656BC">
        <w:t xml:space="preserve"> </w:t>
      </w:r>
    </w:p>
    <w:p w14:paraId="7642BDAC" w14:textId="5F8103F2" w:rsidR="00083250" w:rsidRDefault="00083250">
      <w:r>
        <w:br w:type="page"/>
      </w:r>
    </w:p>
    <w:p w14:paraId="797372E8" w14:textId="77777777" w:rsidR="006E2477" w:rsidRPr="00B67D50" w:rsidRDefault="006E2477" w:rsidP="00DC55D2">
      <w:pPr>
        <w:pStyle w:val="Heading2"/>
        <w:spacing w:after="120"/>
      </w:pPr>
      <w:r>
        <w:lastRenderedPageBreak/>
        <w:t>Whakakapi</w:t>
      </w:r>
    </w:p>
    <w:p w14:paraId="3F6DC328" w14:textId="77777777" w:rsidR="00083250" w:rsidRDefault="00083250" w:rsidP="00083250"/>
    <w:p w14:paraId="5D0C1F32" w14:textId="78BE8128" w:rsidR="006E2477" w:rsidRPr="00066123" w:rsidRDefault="006E2477" w:rsidP="00DC55D2">
      <w:pPr>
        <w:pStyle w:val="Heading3"/>
        <w:spacing w:after="120"/>
      </w:pPr>
      <w:r>
        <w:t>Wāhanga huritao</w:t>
      </w:r>
    </w:p>
    <w:p w14:paraId="3515B72D" w14:textId="77777777" w:rsidR="006E2477" w:rsidRPr="00066123" w:rsidRDefault="006E2477" w:rsidP="00DC55D2">
      <w:pPr>
        <w:spacing w:after="120"/>
      </w:pPr>
    </w:p>
    <w:p w14:paraId="1D211669" w14:textId="77777777" w:rsidR="006E2477" w:rsidRPr="00066123" w:rsidRDefault="006E2477" w:rsidP="00DC55D2">
      <w:pPr>
        <w:shd w:val="clear" w:color="auto" w:fill="69BBAF"/>
        <w:spacing w:after="120"/>
      </w:pPr>
      <w:r>
        <w:t>He aha ngā mea e mōhio ana koe kāore koe i te mōhio mō te tū ohorere ina eke pahikara?</w:t>
      </w:r>
    </w:p>
    <w:p w14:paraId="1965848D" w14:textId="77777777" w:rsidR="006E2477" w:rsidRPr="00066123" w:rsidRDefault="006E2477" w:rsidP="00DC55D2">
      <w:pPr>
        <w:shd w:val="clear" w:color="auto" w:fill="69BBAF"/>
        <w:spacing w:after="120"/>
      </w:pPr>
      <w:r>
        <w:t>He aha ngā mea i ako koe he hou ki a koe mō te tū ohorere ina eke pahikara?</w:t>
      </w:r>
    </w:p>
    <w:p w14:paraId="669AD6DC" w14:textId="77777777" w:rsidR="006E2477" w:rsidRPr="00066123" w:rsidRDefault="006E2477" w:rsidP="00DC55D2">
      <w:pPr>
        <w:shd w:val="clear" w:color="auto" w:fill="69BBAF"/>
        <w:spacing w:after="120"/>
      </w:pPr>
      <w:r>
        <w:t>He aha ngā mea ka toko ake i ō whakaaro mō te tū ohorere ina eke pahikara?</w:t>
      </w:r>
    </w:p>
    <w:p w14:paraId="5D319441" w14:textId="77777777" w:rsidR="006E2477" w:rsidRPr="00EC4BE4" w:rsidRDefault="006E2477" w:rsidP="00DC55D2">
      <w:pPr>
        <w:shd w:val="clear" w:color="auto" w:fill="69BBAF"/>
        <w:spacing w:after="120"/>
      </w:pPr>
      <w:r>
        <w:t>Whakamahia ngā urupare a ngā ākonga hei tuku whakatau mō ngā wāhanga whai ake.</w:t>
      </w:r>
    </w:p>
    <w:p w14:paraId="521175C0" w14:textId="77777777" w:rsidR="006E2477" w:rsidRDefault="006E2477" w:rsidP="00DC55D2">
      <w:pPr>
        <w:spacing w:after="120"/>
        <w:rPr>
          <w:b/>
          <w:bCs/>
        </w:rPr>
      </w:pPr>
    </w:p>
    <w:p w14:paraId="02DF356C" w14:textId="77777777" w:rsidR="006E2477" w:rsidRPr="00A3410E" w:rsidRDefault="006E2477" w:rsidP="00DC55D2">
      <w:pPr>
        <w:pStyle w:val="Heading3"/>
        <w:spacing w:after="120"/>
      </w:pPr>
      <w:r>
        <w:t xml:space="preserve">Rūpiki aromatawai-whaiaro hira </w:t>
      </w:r>
    </w:p>
    <w:p w14:paraId="48112E93" w14:textId="77777777" w:rsidR="006E2477" w:rsidRPr="00A3410E" w:rsidRDefault="006E2477" w:rsidP="00DC55D2">
      <w:pPr>
        <w:spacing w:after="120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9"/>
        <w:gridCol w:w="1674"/>
        <w:gridCol w:w="1811"/>
        <w:gridCol w:w="1708"/>
        <w:gridCol w:w="1793"/>
      </w:tblGrid>
      <w:tr w:rsidR="006E2477" w:rsidRPr="00A3410E" w14:paraId="61B76191" w14:textId="77777777" w:rsidTr="003656BC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49C0A" w14:textId="77777777" w:rsidR="006E2477" w:rsidRPr="00A3410E" w:rsidRDefault="006E2477" w:rsidP="00DC55D2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Whakaaroaro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305EC" w14:textId="77777777" w:rsidR="006E2477" w:rsidRPr="00A3410E" w:rsidRDefault="006E2477" w:rsidP="00DC55D2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Whakahaere whaiaro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03DA" w14:textId="77777777" w:rsidR="006E2477" w:rsidRPr="00A3410E" w:rsidRDefault="006E2477" w:rsidP="00DC55D2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whakauru me te tautoko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A939" w14:textId="77777777" w:rsidR="006E2477" w:rsidRPr="00A3410E" w:rsidRDefault="006E2477" w:rsidP="00DC55D2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whai pānga ki ētahi atu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7C042" w14:textId="77777777" w:rsidR="006E2477" w:rsidRPr="00A3410E" w:rsidRDefault="006E2477" w:rsidP="00DC55D2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whakamahi tohu reo me ngā kupu</w:t>
            </w:r>
          </w:p>
        </w:tc>
      </w:tr>
      <w:tr w:rsidR="006E2477" w:rsidRPr="00A3410E" w14:paraId="47CCC526" w14:textId="77777777" w:rsidTr="008C5E25"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6DD5A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Whakapakaritia te kanohi arohaehae (arokā wāhitanga) mō ngā wāhi me ngā mahi kāore i te haumaru ina pahikara ana koe.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6B232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 xml:space="preserve">Kia tika te āhua i a koe i runga pahikara, i waenga pahikara hoki. </w:t>
            </w:r>
          </w:p>
          <w:p w14:paraId="3CEEDC3D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Ko te āhua me te wairua pai ko te whakaū kia 'ngahau te eke pahikara me ngā wāhi haumaru'.</w:t>
            </w:r>
          </w:p>
          <w:p w14:paraId="3283F337" w14:textId="77777777" w:rsidR="006E2477" w:rsidRPr="00A3410E" w:rsidRDefault="006E2477" w:rsidP="00DC55D2">
            <w:pPr>
              <w:spacing w:after="120"/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663C5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Te whakaatu mōhio ki ngā take paetata mō te eke pahikara.</w:t>
            </w:r>
          </w:p>
          <w:p w14:paraId="74FE276C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Me tino whai wāhi atu ki ngā take hapori e pā ana ki te whakangahau me te noho haumaru ina eke pahikara</w:t>
            </w:r>
          </w:p>
          <w:p w14:paraId="553B568A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 xml:space="preserve">Te tautoko i ngā wāhi me ngā huihuinga paetata kia 'ngahau me te haumaru te eke pahikara'.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3D328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Te pāhekoheko me ētahi atu ki te waihanga i ngā wāhi pahikara 'ngahau me te haumaru' i te kura me te hapori.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9C5E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Te whakamāori i ngā karere i roto i ngā kōrero mō te 'eke pahikara kia ngahau me ngā wāhi haumaru'.</w:t>
            </w:r>
          </w:p>
          <w:p w14:paraId="6C139F22" w14:textId="77777777" w:rsidR="006E2477" w:rsidRPr="00A3410E" w:rsidRDefault="006E2477" w:rsidP="00DC55D2">
            <w:pPr>
              <w:spacing w:after="120"/>
              <w:rPr>
                <w:bCs/>
              </w:rPr>
            </w:pPr>
            <w:r>
              <w:t>Te whakamahi i ngā tohu reo me ngā kupu hei whakaputa i ngā karere mō te 'ngahau o te eke pahikara me ngā wāhi haumaru'.</w:t>
            </w:r>
          </w:p>
        </w:tc>
      </w:tr>
    </w:tbl>
    <w:p w14:paraId="15B42EEE" w14:textId="77777777" w:rsidR="006E2477" w:rsidRDefault="006E2477" w:rsidP="00DC55D2">
      <w:pPr>
        <w:spacing w:after="120"/>
        <w:rPr>
          <w:bCs/>
          <w:iCs/>
        </w:rPr>
      </w:pPr>
    </w:p>
    <w:p w14:paraId="3C79180F" w14:textId="77777777" w:rsidR="006E2477" w:rsidRPr="00A3410E" w:rsidRDefault="006E2477" w:rsidP="00DC55D2">
      <w:pPr>
        <w:spacing w:after="120"/>
        <w:rPr>
          <w:bCs/>
        </w:rPr>
      </w:pPr>
      <w:r>
        <w:t>Mō ētahi atu kōrero mō ngā rūpiki aromatawai-whaiaro hira, tirohia te Āpitihanga B.</w:t>
      </w:r>
    </w:p>
    <w:p w14:paraId="0C9CC8C0" w14:textId="77777777" w:rsidR="006E2477" w:rsidRPr="00EC4BE4" w:rsidRDefault="006E2477" w:rsidP="00DC55D2">
      <w:pPr>
        <w:spacing w:after="120"/>
        <w:rPr>
          <w:b/>
          <w:bCs/>
        </w:rPr>
      </w:pPr>
    </w:p>
    <w:p w14:paraId="75CE244B" w14:textId="77777777" w:rsidR="006E2477" w:rsidRPr="00EC4BE4" w:rsidRDefault="006E2477" w:rsidP="00DC55D2">
      <w:pPr>
        <w:spacing w:after="120"/>
        <w:rPr>
          <w:b/>
          <w:iCs/>
        </w:rPr>
      </w:pPr>
    </w:p>
    <w:p w14:paraId="2FEC8F59" w14:textId="77777777" w:rsidR="00E04527" w:rsidRDefault="00E04527" w:rsidP="00DC55D2">
      <w:pPr>
        <w:spacing w:after="120"/>
      </w:pPr>
    </w:p>
    <w:p w14:paraId="4901348F" w14:textId="77777777" w:rsidR="00E04527" w:rsidRDefault="00E04527" w:rsidP="00DC55D2">
      <w:pPr>
        <w:spacing w:after="120"/>
      </w:pPr>
    </w:p>
    <w:p w14:paraId="11A95197" w14:textId="77777777" w:rsidR="00E04527" w:rsidRDefault="00E04527" w:rsidP="00DC55D2">
      <w:pPr>
        <w:spacing w:after="120"/>
      </w:pPr>
    </w:p>
    <w:p w14:paraId="01643FBB" w14:textId="77777777" w:rsidR="00E04527" w:rsidRDefault="00E04527" w:rsidP="00DC55D2">
      <w:pPr>
        <w:spacing w:after="120"/>
      </w:pPr>
    </w:p>
    <w:sectPr w:rsidR="00E04527" w:rsidSect="007C5E57">
      <w:headerReference w:type="default" r:id="rId34"/>
      <w:footerReference w:type="even" r:id="rId35"/>
      <w:footerReference w:type="default" r:id="rId36"/>
      <w:footerReference w:type="first" r:id="rId37"/>
      <w:pgSz w:w="11900" w:h="16840" w:code="9"/>
      <w:pgMar w:top="1701" w:right="1440" w:bottom="1701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7CBD0" w14:textId="77777777" w:rsidR="007963E6" w:rsidRDefault="007963E6" w:rsidP="003F6EDA">
      <w:r>
        <w:separator/>
      </w:r>
    </w:p>
  </w:endnote>
  <w:endnote w:type="continuationSeparator" w:id="0">
    <w:p w14:paraId="303BB136" w14:textId="77777777" w:rsidR="007963E6" w:rsidRDefault="007963E6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B034C" w14:textId="77777777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1A3EB9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CDE0" w14:textId="77777777" w:rsidR="00051157" w:rsidRPr="00B557DE" w:rsidRDefault="00DB3B0E" w:rsidP="007C5E57">
    <w:pPr>
      <w:pStyle w:val="Footer"/>
      <w:pBdr>
        <w:top w:val="single" w:sz="4" w:space="1" w:color="A6A6A6" w:themeColor="background1" w:themeShade="A6"/>
      </w:pBdr>
      <w:tabs>
        <w:tab w:val="clear" w:pos="8640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0B51370A" wp14:editId="45B92318">
          <wp:extent cx="1128730" cy="350875"/>
          <wp:effectExtent l="0" t="0" r="635" b="0"/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>
      <w:rPr>
        <w:noProof/>
      </w:rPr>
      <w:drawing>
        <wp:inline distT="0" distB="0" distL="0" distR="0" wp14:anchorId="6A842CDA" wp14:editId="6BB99EEE">
          <wp:extent cx="786809" cy="296842"/>
          <wp:effectExtent l="0" t="0" r="0" b="8255"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98C94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12F457" wp14:editId="31348C64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0A09E" w14:textId="77777777" w:rsidR="007963E6" w:rsidRDefault="007963E6" w:rsidP="003F6EDA">
      <w:r>
        <w:separator/>
      </w:r>
    </w:p>
  </w:footnote>
  <w:footnote w:type="continuationSeparator" w:id="0">
    <w:p w14:paraId="603BAC6B" w14:textId="77777777" w:rsidR="007963E6" w:rsidRDefault="007963E6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EFB3" w14:textId="77777777" w:rsidR="002947D7" w:rsidRDefault="00822E75" w:rsidP="007C5E5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BE6B423" wp14:editId="5C999760">
          <wp:simplePos x="0" y="0"/>
          <wp:positionH relativeFrom="margin">
            <wp:align>center</wp:align>
          </wp:positionH>
          <wp:positionV relativeFrom="paragraph">
            <wp:posOffset>2944</wp:posOffset>
          </wp:positionV>
          <wp:extent cx="6921500" cy="487045"/>
          <wp:effectExtent l="0" t="0" r="0" b="825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BE619F"/>
    <w:multiLevelType w:val="hybridMultilevel"/>
    <w:tmpl w:val="9404E0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44AD4"/>
    <w:multiLevelType w:val="hybridMultilevel"/>
    <w:tmpl w:val="BBC068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38DD"/>
    <w:multiLevelType w:val="hybridMultilevel"/>
    <w:tmpl w:val="723490DA"/>
    <w:lvl w:ilvl="0" w:tplc="71EE3AA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8C1D80"/>
    <w:multiLevelType w:val="hybridMultilevel"/>
    <w:tmpl w:val="BA0043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BE6101"/>
    <w:multiLevelType w:val="hybridMultilevel"/>
    <w:tmpl w:val="7FE872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678C3C6D"/>
    <w:multiLevelType w:val="hybridMultilevel"/>
    <w:tmpl w:val="B40EF8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236933849">
    <w:abstractNumId w:val="7"/>
  </w:num>
  <w:num w:numId="2" w16cid:durableId="1303190118">
    <w:abstractNumId w:val="2"/>
  </w:num>
  <w:num w:numId="3" w16cid:durableId="840892632">
    <w:abstractNumId w:val="15"/>
  </w:num>
  <w:num w:numId="4" w16cid:durableId="746613340">
    <w:abstractNumId w:val="0"/>
  </w:num>
  <w:num w:numId="5" w16cid:durableId="1507478078">
    <w:abstractNumId w:val="13"/>
  </w:num>
  <w:num w:numId="6" w16cid:durableId="840654984">
    <w:abstractNumId w:val="6"/>
  </w:num>
  <w:num w:numId="7" w16cid:durableId="698436349">
    <w:abstractNumId w:val="17"/>
  </w:num>
  <w:num w:numId="8" w16cid:durableId="880747787">
    <w:abstractNumId w:val="20"/>
  </w:num>
  <w:num w:numId="9" w16cid:durableId="1315648108">
    <w:abstractNumId w:val="1"/>
  </w:num>
  <w:num w:numId="10" w16cid:durableId="1949071984">
    <w:abstractNumId w:val="10"/>
  </w:num>
  <w:num w:numId="11" w16cid:durableId="748842909">
    <w:abstractNumId w:val="5"/>
  </w:num>
  <w:num w:numId="12" w16cid:durableId="2141024353">
    <w:abstractNumId w:val="16"/>
  </w:num>
  <w:num w:numId="13" w16cid:durableId="1068308768">
    <w:abstractNumId w:val="19"/>
  </w:num>
  <w:num w:numId="14" w16cid:durableId="1895502672">
    <w:abstractNumId w:val="9"/>
  </w:num>
  <w:num w:numId="15" w16cid:durableId="1673800645">
    <w:abstractNumId w:val="21"/>
  </w:num>
  <w:num w:numId="16" w16cid:durableId="1985809866">
    <w:abstractNumId w:val="23"/>
  </w:num>
  <w:num w:numId="17" w16cid:durableId="1049649988">
    <w:abstractNumId w:val="18"/>
  </w:num>
  <w:num w:numId="18" w16cid:durableId="1021853611">
    <w:abstractNumId w:val="12"/>
  </w:num>
  <w:num w:numId="19" w16cid:durableId="457912858">
    <w:abstractNumId w:val="8"/>
  </w:num>
  <w:num w:numId="20" w16cid:durableId="1402949804">
    <w:abstractNumId w:val="3"/>
  </w:num>
  <w:num w:numId="21" w16cid:durableId="198786023">
    <w:abstractNumId w:val="22"/>
  </w:num>
  <w:num w:numId="22" w16cid:durableId="1154955227">
    <w:abstractNumId w:val="4"/>
  </w:num>
  <w:num w:numId="23" w16cid:durableId="292490200">
    <w:abstractNumId w:val="11"/>
  </w:num>
  <w:num w:numId="24" w16cid:durableId="21024896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E6"/>
    <w:rsid w:val="00023D11"/>
    <w:rsid w:val="00051157"/>
    <w:rsid w:val="00083250"/>
    <w:rsid w:val="00097434"/>
    <w:rsid w:val="000C54EF"/>
    <w:rsid w:val="00191070"/>
    <w:rsid w:val="001F3F68"/>
    <w:rsid w:val="00222ABE"/>
    <w:rsid w:val="002947D7"/>
    <w:rsid w:val="002C7EA6"/>
    <w:rsid w:val="00332021"/>
    <w:rsid w:val="003656BC"/>
    <w:rsid w:val="003F6EDA"/>
    <w:rsid w:val="004508CB"/>
    <w:rsid w:val="0045112D"/>
    <w:rsid w:val="00524F14"/>
    <w:rsid w:val="00540E32"/>
    <w:rsid w:val="00550F8B"/>
    <w:rsid w:val="005612EC"/>
    <w:rsid w:val="005679BF"/>
    <w:rsid w:val="005A1A9B"/>
    <w:rsid w:val="006508E4"/>
    <w:rsid w:val="006E2477"/>
    <w:rsid w:val="0072467C"/>
    <w:rsid w:val="00745BEC"/>
    <w:rsid w:val="00787FB3"/>
    <w:rsid w:val="007963E6"/>
    <w:rsid w:val="007B76CC"/>
    <w:rsid w:val="007C5E57"/>
    <w:rsid w:val="007D0655"/>
    <w:rsid w:val="00822E75"/>
    <w:rsid w:val="0087427B"/>
    <w:rsid w:val="008A28D0"/>
    <w:rsid w:val="0096784A"/>
    <w:rsid w:val="00A6688F"/>
    <w:rsid w:val="00AE4B08"/>
    <w:rsid w:val="00B557DE"/>
    <w:rsid w:val="00CC220E"/>
    <w:rsid w:val="00D0090F"/>
    <w:rsid w:val="00D21335"/>
    <w:rsid w:val="00DB3B0E"/>
    <w:rsid w:val="00DC55D2"/>
    <w:rsid w:val="00E04527"/>
    <w:rsid w:val="00E42B11"/>
    <w:rsid w:val="00E959AD"/>
    <w:rsid w:val="00EF5E7B"/>
    <w:rsid w:val="00F1600E"/>
    <w:rsid w:val="00F8776A"/>
    <w:rsid w:val="00FA3F57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475C2A"/>
  <w15:docId w15:val="{63E22A1A-3DFA-4A26-9E5F-F97C63DC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semiHidden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semiHidden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iencelearn.org.nz/resources/1359-cycling-aerodynamics-introduction" TargetMode="External"/><Relationship Id="rId18" Type="http://schemas.openxmlformats.org/officeDocument/2006/relationships/hyperlink" Target="http://www.amazon.com/Grandma-Where-Lift-The-Flap-Books-Sterling/dp/1402718802/ref=cm_lmf_tit_1" TargetMode="External"/><Relationship Id="rId26" Type="http://schemas.openxmlformats.org/officeDocument/2006/relationships/hyperlink" Target="https://www.exploratorium.edu/cycling/brakes2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youtu.be/srpzCFA8uMc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exploratorium.edu/cycling/index.html" TargetMode="External"/><Relationship Id="rId17" Type="http://schemas.openxmlformats.org/officeDocument/2006/relationships/hyperlink" Target="http://www.amazon.com/Dear-Zoo-Lift-The-Flap-ANNIV-E-LIFT/dp/B001TM1X54/ref=cm_lmf_tit_12" TargetMode="External"/><Relationship Id="rId25" Type="http://schemas.openxmlformats.org/officeDocument/2006/relationships/hyperlink" Target="http://www.exploratorium.edu/cycling/brakes2.html" TargetMode="External"/><Relationship Id="rId33" Type="http://schemas.openxmlformats.org/officeDocument/2006/relationships/hyperlink" Target="https://www.onespecialscienceteacher.com/stopping-distances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mazon.com/Wheres-My-Baby-H-Rey/dp/0395906962/ref=cm_lmf_tit_8" TargetMode="External"/><Relationship Id="rId20" Type="http://schemas.openxmlformats.org/officeDocument/2006/relationships/hyperlink" Target="http://youtu.be/ae_7llOzTtk" TargetMode="External"/><Relationship Id="rId29" Type="http://schemas.openxmlformats.org/officeDocument/2006/relationships/hyperlink" Target="https://www.omnicalculator.com/physics/stopping-distan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zta.govt.nz/roadcode/code-for-cycling/intersections/intersections-with-traffic-lights-2/" TargetMode="External"/><Relationship Id="rId24" Type="http://schemas.openxmlformats.org/officeDocument/2006/relationships/hyperlink" Target="http://youtu.be/9Z0RskWzPo8" TargetMode="External"/><Relationship Id="rId32" Type="http://schemas.openxmlformats.org/officeDocument/2006/relationships/hyperlink" Target="https://www.rac.co.uk/drive/advice/learning-to-drive/stopping-distances/" TargetMode="Externa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amazon.com/Where-Maisy-Lift-Flap-Book/dp/0744569192/ref=cm_lmf_tit_11" TargetMode="External"/><Relationship Id="rId23" Type="http://schemas.openxmlformats.org/officeDocument/2006/relationships/hyperlink" Target="http://youtu.be/2m8xGQDL7eo" TargetMode="External"/><Relationship Id="rId28" Type="http://schemas.openxmlformats.org/officeDocument/2006/relationships/hyperlink" Target="https://www.youtube.com/watch?v=0ghKwOpfwZQ" TargetMode="External"/><Relationship Id="rId36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hyperlink" Target="https://www.amazon.com/Wheres-Spot-Original-Lift-Flap/dp/0723249679" TargetMode="External"/><Relationship Id="rId31" Type="http://schemas.openxmlformats.org/officeDocument/2006/relationships/hyperlink" Target="https://www.nzta.govt.nz/roadcode/general-road-code/about-driving/key-driving-skills/following-distanc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en.wikipedia.org/wiki/Bicycle_brake" TargetMode="External"/><Relationship Id="rId22" Type="http://schemas.openxmlformats.org/officeDocument/2006/relationships/hyperlink" Target="http://youtu.be/8jTugSGwQR8" TargetMode="External"/><Relationship Id="rId27" Type="http://schemas.openxmlformats.org/officeDocument/2006/relationships/hyperlink" Target="https://drive.govt.nz/learner-licence/interactive-road-code/driving-basics-i/following-distances/" TargetMode="External"/><Relationship Id="rId30" Type="http://schemas.openxmlformats.org/officeDocument/2006/relationships/hyperlink" Target="http://www.youtube.com/watch?v=Z_n-HIBnfts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template.dotx</Template>
  <TotalTime>15</TotalTime>
  <Pages>9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18316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created xsi:type="dcterms:W3CDTF">2022-12-06T23:06:00Z</dcterms:created>
  <dcterms:modified xsi:type="dcterms:W3CDTF">2023-05-22T20:29:00Z</dcterms:modified>
</cp:coreProperties>
</file>